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75C89" w14:textId="0CD12285" w:rsidR="00A225F6" w:rsidRDefault="00A225F6" w:rsidP="00732E3E">
      <w:pPr>
        <w:pStyle w:val="Heading1"/>
      </w:pPr>
      <w:r w:rsidRPr="00BF6CC3">
        <w:t xml:space="preserve"> </w:t>
      </w:r>
      <w:r w:rsidR="00732E3E">
        <w:t>Part 1 – Basic Configuration and CLI</w:t>
      </w:r>
    </w:p>
    <w:p w14:paraId="4E26114C" w14:textId="1F45ED5C" w:rsidR="00732E3E" w:rsidRDefault="00DD5A75" w:rsidP="00732E3E">
      <w:r>
        <w:t xml:space="preserve">The goal of this activity is to gain experience working with </w:t>
      </w:r>
      <w:proofErr w:type="spellStart"/>
      <w:r>
        <w:t>PacketTracer</w:t>
      </w:r>
      <w:proofErr w:type="spellEnd"/>
      <w:r>
        <w:t xml:space="preserve"> and Cisco’s IOS command line interface (CLI).  </w:t>
      </w:r>
      <w:proofErr w:type="gramStart"/>
      <w:r>
        <w:t>As a general rule</w:t>
      </w:r>
      <w:proofErr w:type="gramEnd"/>
      <w:r>
        <w:t xml:space="preserve">, my labs will include detailed instructions the first time we do an activity, but then </w:t>
      </w:r>
      <w:r w:rsidR="00BE5D61">
        <w:t>rely on you to know when to apply them in the future.</w:t>
      </w:r>
      <w:r>
        <w:br/>
      </w:r>
    </w:p>
    <w:p w14:paraId="20FABA0D" w14:textId="0B689090" w:rsidR="00732E3E" w:rsidRDefault="00732E3E" w:rsidP="00732E3E">
      <w:r>
        <w:t>To complete the exercise, follow each step:</w:t>
      </w:r>
    </w:p>
    <w:p w14:paraId="2916C91B" w14:textId="01062DB6" w:rsidR="00732E3E" w:rsidRDefault="00732E3E" w:rsidP="00732E3E">
      <w:pPr>
        <w:pStyle w:val="ListParagraph"/>
        <w:numPr>
          <w:ilvl w:val="0"/>
          <w:numId w:val="24"/>
        </w:numPr>
      </w:pPr>
      <w:r>
        <w:t>Double click the Router0 icon</w:t>
      </w:r>
    </w:p>
    <w:p w14:paraId="457EA5D6" w14:textId="3CF1D244" w:rsidR="00732E3E" w:rsidRDefault="00732E3E" w:rsidP="00732E3E">
      <w:pPr>
        <w:pStyle w:val="ListParagraph"/>
        <w:numPr>
          <w:ilvl w:val="0"/>
          <w:numId w:val="24"/>
        </w:numPr>
      </w:pPr>
      <w:r>
        <w:t>Turn on Router0 by clicking on the power button in the Physical tab</w:t>
      </w:r>
    </w:p>
    <w:p w14:paraId="2C3CC22B" w14:textId="7A0CF1A4" w:rsidR="00732E3E" w:rsidRDefault="00732E3E" w:rsidP="00732E3E">
      <w:pPr>
        <w:pStyle w:val="ListParagraph"/>
        <w:numPr>
          <w:ilvl w:val="0"/>
          <w:numId w:val="24"/>
        </w:numPr>
      </w:pPr>
      <w:r>
        <w:t>Go to the CLI tab, wait for the router to finish booting, wait for:</w:t>
      </w:r>
      <w:r>
        <w:br/>
      </w:r>
      <w:r w:rsidRPr="00732E3E">
        <w:rPr>
          <w:rStyle w:val="ExampleChar"/>
        </w:rPr>
        <w:t>Would you like to enter the initial configuration dialog?</w:t>
      </w:r>
      <w:r w:rsidRPr="00732E3E">
        <w:rPr>
          <w:rStyle w:val="ExampleChar"/>
        </w:rPr>
        <w:br/>
      </w:r>
    </w:p>
    <w:p w14:paraId="4B84B28E" w14:textId="6C338EFD" w:rsidR="00732E3E" w:rsidRDefault="00732E3E" w:rsidP="00732E3E">
      <w:pPr>
        <w:pStyle w:val="ListParagraph"/>
        <w:numPr>
          <w:ilvl w:val="0"/>
          <w:numId w:val="24"/>
        </w:numPr>
      </w:pPr>
      <w:r>
        <w:t>Enter “no”, then wait for:</w:t>
      </w:r>
      <w:r>
        <w:br/>
      </w:r>
      <w:r w:rsidRPr="00732E3E">
        <w:rPr>
          <w:rStyle w:val="ExampleChar"/>
        </w:rPr>
        <w:t>Press RETURN to get started!</w:t>
      </w:r>
      <w:r w:rsidRPr="00732E3E">
        <w:rPr>
          <w:rStyle w:val="ExampleChar"/>
        </w:rPr>
        <w:br/>
      </w:r>
    </w:p>
    <w:p w14:paraId="094DCACD" w14:textId="7435B26A" w:rsidR="00732E3E" w:rsidRDefault="00732E3E" w:rsidP="00732E3E">
      <w:pPr>
        <w:pStyle w:val="ListParagraph"/>
        <w:numPr>
          <w:ilvl w:val="0"/>
          <w:numId w:val="24"/>
        </w:numPr>
      </w:pPr>
      <w:r>
        <w:t>Press “ctrl-alt-delete” until… no! just press enter to get started!</w:t>
      </w:r>
    </w:p>
    <w:p w14:paraId="4B0A8358" w14:textId="4DD453B1" w:rsidR="00732E3E" w:rsidRDefault="00732E3E" w:rsidP="00732E3E">
      <w:pPr>
        <w:pStyle w:val="ListParagraph"/>
        <w:numPr>
          <w:ilvl w:val="0"/>
          <w:numId w:val="24"/>
        </w:numPr>
      </w:pPr>
      <w:r>
        <w:t>You should see the default router prompt:</w:t>
      </w:r>
      <w:r>
        <w:br/>
      </w:r>
      <w:r w:rsidRPr="00732E3E">
        <w:rPr>
          <w:rStyle w:val="ExampleChar"/>
        </w:rPr>
        <w:t>Router&gt;</w:t>
      </w:r>
      <w:r w:rsidRPr="00732E3E">
        <w:rPr>
          <w:rStyle w:val="ExampleChar"/>
        </w:rPr>
        <w:br/>
      </w:r>
    </w:p>
    <w:p w14:paraId="659B86D7" w14:textId="542FA75B" w:rsidR="00732E3E" w:rsidRDefault="00732E3E" w:rsidP="00732E3E">
      <w:pPr>
        <w:pStyle w:val="ListParagraph"/>
        <w:numPr>
          <w:ilvl w:val="0"/>
          <w:numId w:val="24"/>
        </w:numPr>
      </w:pPr>
      <w:r>
        <w:t xml:space="preserve">Use the command “enable” to enter </w:t>
      </w:r>
      <w:r>
        <w:rPr>
          <w:i/>
          <w:iCs/>
        </w:rPr>
        <w:t>privileged mode</w:t>
      </w:r>
      <w:r>
        <w:br/>
      </w:r>
      <w:r w:rsidRPr="00732E3E">
        <w:rPr>
          <w:rStyle w:val="ExampleChar"/>
        </w:rPr>
        <w:t>Router&gt; enable</w:t>
      </w:r>
      <w:r w:rsidRPr="00732E3E">
        <w:rPr>
          <w:rStyle w:val="ExampleChar"/>
        </w:rPr>
        <w:br/>
        <w:t>Router#</w:t>
      </w:r>
      <w:r w:rsidRPr="00732E3E">
        <w:rPr>
          <w:rStyle w:val="ExampleChar"/>
        </w:rPr>
        <w:br/>
      </w:r>
    </w:p>
    <w:p w14:paraId="473CB390" w14:textId="00D88726" w:rsidR="00732E3E" w:rsidRDefault="00732E3E" w:rsidP="00732E3E">
      <w:pPr>
        <w:pStyle w:val="ListParagraph"/>
        <w:numPr>
          <w:ilvl w:val="0"/>
          <w:numId w:val="24"/>
        </w:numPr>
      </w:pPr>
      <w:r>
        <w:t>Use the “</w:t>
      </w:r>
      <w:r w:rsidRPr="00732E3E">
        <w:rPr>
          <w:rStyle w:val="ExampleChar"/>
        </w:rPr>
        <w:t>configure terminal</w:t>
      </w:r>
      <w:r>
        <w:t>” or “</w:t>
      </w:r>
      <w:r w:rsidRPr="00732E3E">
        <w:rPr>
          <w:rStyle w:val="ExampleChar"/>
        </w:rPr>
        <w:t>config t</w:t>
      </w:r>
      <w:r>
        <w:t>” command.</w:t>
      </w:r>
      <w:r>
        <w:br/>
      </w:r>
      <w:r w:rsidRPr="00732E3E">
        <w:rPr>
          <w:rStyle w:val="ExampleChar"/>
        </w:rPr>
        <w:t>Enter configuration commands, one per line.  End with CNTL/Z</w:t>
      </w:r>
      <w:r w:rsidRPr="00732E3E">
        <w:rPr>
          <w:rStyle w:val="ExampleChar"/>
        </w:rPr>
        <w:br/>
        <w:t>Router(config)#</w:t>
      </w:r>
      <w:r>
        <w:br/>
      </w:r>
    </w:p>
    <w:p w14:paraId="0DC57E4C" w14:textId="38B54E7B" w:rsidR="00732E3E" w:rsidRDefault="00732E3E" w:rsidP="00732E3E">
      <w:pPr>
        <w:pStyle w:val="ListParagraph"/>
        <w:numPr>
          <w:ilvl w:val="0"/>
          <w:numId w:val="24"/>
        </w:numPr>
      </w:pPr>
      <w:r>
        <w:t>Create an “enable” password to check moving from user to privileged mode (see step 7).  Set the enable password to be “cisco”:</w:t>
      </w:r>
      <w:r>
        <w:br/>
      </w:r>
      <w:r w:rsidRPr="00732E3E">
        <w:rPr>
          <w:rStyle w:val="ExampleChar"/>
        </w:rPr>
        <w:t>Router(config)# enable password cisco</w:t>
      </w:r>
      <w:r>
        <w:br/>
      </w:r>
    </w:p>
    <w:p w14:paraId="692258ED" w14:textId="4B593D5D" w:rsidR="005F6666" w:rsidRPr="005F6666" w:rsidRDefault="005F6666" w:rsidP="005F6666">
      <w:pPr>
        <w:pStyle w:val="ListParagraph"/>
        <w:numPr>
          <w:ilvl w:val="0"/>
          <w:numId w:val="24"/>
        </w:numPr>
        <w:rPr>
          <w:rStyle w:val="ExampleChar"/>
          <w:rFonts w:ascii="Palatino Linotype" w:hAnsi="Palatino Linotype"/>
        </w:rPr>
      </w:pPr>
      <w:r>
        <w:t>Return to user mode:</w:t>
      </w:r>
      <w:r>
        <w:br/>
      </w:r>
      <w:r w:rsidRPr="00732E3E">
        <w:rPr>
          <w:rStyle w:val="ExampleChar"/>
        </w:rPr>
        <w:t xml:space="preserve">Router(config)# </w:t>
      </w:r>
      <w:r>
        <w:rPr>
          <w:rStyle w:val="ExampleChar"/>
        </w:rPr>
        <w:t>end</w:t>
      </w:r>
      <w:r>
        <w:rPr>
          <w:rStyle w:val="ExampleChar"/>
        </w:rPr>
        <w:br/>
        <w:t>Router#</w:t>
      </w:r>
      <w:r>
        <w:rPr>
          <w:rStyle w:val="ExampleChar"/>
        </w:rPr>
        <w:br/>
      </w:r>
    </w:p>
    <w:p w14:paraId="4B6AAF18" w14:textId="57CCCE6A" w:rsidR="005F6666" w:rsidRPr="00F044F5" w:rsidRDefault="005F6666" w:rsidP="005F6666">
      <w:pPr>
        <w:pStyle w:val="ListParagraph"/>
        <w:numPr>
          <w:ilvl w:val="0"/>
          <w:numId w:val="24"/>
        </w:numPr>
        <w:rPr>
          <w:rStyle w:val="ExampleChar"/>
          <w:rFonts w:ascii="Palatino Linotype" w:hAnsi="Palatino Linotype"/>
        </w:rPr>
      </w:pPr>
      <w:r>
        <w:t>Use the “pipe” operator to show only the password in the running configuration</w:t>
      </w:r>
      <w:r w:rsidR="00F044F5">
        <w:t>, note that the password shows up in clear text, which is often not good practice</w:t>
      </w:r>
      <w:r>
        <w:t>:</w:t>
      </w:r>
      <w:r>
        <w:br/>
      </w:r>
      <w:r w:rsidRPr="005F6666">
        <w:rPr>
          <w:rStyle w:val="ExampleChar"/>
        </w:rPr>
        <w:t>Router# show running-config | include enable</w:t>
      </w:r>
    </w:p>
    <w:p w14:paraId="67178B74" w14:textId="47E46626" w:rsidR="00F044F5" w:rsidRDefault="00F044F5" w:rsidP="00F044F5">
      <w:pPr>
        <w:pStyle w:val="ListParagraph"/>
        <w:rPr>
          <w:rStyle w:val="ExampleChar"/>
        </w:rPr>
      </w:pPr>
      <w:r>
        <w:rPr>
          <w:rStyle w:val="ExampleChar"/>
        </w:rPr>
        <w:t>Enable password cisco</w:t>
      </w:r>
    </w:p>
    <w:p w14:paraId="202FAA21" w14:textId="77777777" w:rsidR="00F044F5" w:rsidRPr="00F044F5" w:rsidRDefault="00F044F5" w:rsidP="00F044F5">
      <w:pPr>
        <w:pStyle w:val="ListParagraph"/>
        <w:rPr>
          <w:rStyle w:val="ExampleChar"/>
          <w:rFonts w:ascii="Palatino Linotype" w:hAnsi="Palatino Linotype"/>
        </w:rPr>
      </w:pPr>
    </w:p>
    <w:p w14:paraId="529F59A7" w14:textId="77777777" w:rsidR="00F044F5" w:rsidRDefault="00F044F5">
      <w:r>
        <w:br w:type="page"/>
      </w:r>
    </w:p>
    <w:p w14:paraId="227782CE" w14:textId="203855EF" w:rsidR="00F044F5" w:rsidRDefault="00F044F5" w:rsidP="00732E3E">
      <w:pPr>
        <w:pStyle w:val="ListParagraph"/>
        <w:numPr>
          <w:ilvl w:val="0"/>
          <w:numId w:val="24"/>
        </w:numPr>
      </w:pPr>
      <w:r>
        <w:lastRenderedPageBreak/>
        <w:t xml:space="preserve">Use the “secret” command to put a secret, secure-hashed password instead of the plaintext </w:t>
      </w:r>
      <w:r>
        <w:br/>
      </w:r>
    </w:p>
    <w:p w14:paraId="02063634" w14:textId="77777777" w:rsidR="00F044F5" w:rsidRDefault="00F044F5" w:rsidP="00F044F5">
      <w:pPr>
        <w:pStyle w:val="Example"/>
        <w:numPr>
          <w:ilvl w:val="0"/>
          <w:numId w:val="0"/>
        </w:numPr>
        <w:ind w:left="720"/>
      </w:pPr>
      <w:r>
        <w:t>Router# config t</w:t>
      </w:r>
    </w:p>
    <w:p w14:paraId="435A134D" w14:textId="77777777" w:rsidR="00F044F5" w:rsidRDefault="00F044F5" w:rsidP="00F044F5">
      <w:pPr>
        <w:pStyle w:val="Example"/>
        <w:numPr>
          <w:ilvl w:val="0"/>
          <w:numId w:val="0"/>
        </w:numPr>
        <w:ind w:left="720"/>
      </w:pPr>
      <w:r>
        <w:t>Router(config)# enable secret cisco</w:t>
      </w:r>
    </w:p>
    <w:p w14:paraId="71A34378" w14:textId="77777777" w:rsidR="00F044F5" w:rsidRDefault="00F044F5" w:rsidP="00F044F5">
      <w:pPr>
        <w:pStyle w:val="Example"/>
        <w:numPr>
          <w:ilvl w:val="0"/>
          <w:numId w:val="0"/>
        </w:numPr>
        <w:ind w:left="720"/>
      </w:pPr>
      <w:r>
        <w:t>Router(config)# no enable password</w:t>
      </w:r>
    </w:p>
    <w:p w14:paraId="2C4584D9" w14:textId="77777777" w:rsidR="00F044F5" w:rsidRDefault="00F044F5" w:rsidP="00F044F5">
      <w:pPr>
        <w:pStyle w:val="ListParagraph"/>
      </w:pPr>
    </w:p>
    <w:p w14:paraId="6193A74C" w14:textId="59E97AD5" w:rsidR="00F044F5" w:rsidRDefault="00F044F5" w:rsidP="00732E3E">
      <w:pPr>
        <w:pStyle w:val="ListParagraph"/>
        <w:numPr>
          <w:ilvl w:val="0"/>
          <w:numId w:val="24"/>
        </w:numPr>
      </w:pPr>
      <w:r>
        <w:t>Next, verify that the p</w:t>
      </w:r>
      <w:r w:rsidR="00824F6B">
        <w:t xml:space="preserve">assword is hashed and not </w:t>
      </w:r>
      <w:proofErr w:type="spellStart"/>
      <w:r w:rsidR="00824F6B">
        <w:t>visble</w:t>
      </w:r>
      <w:proofErr w:type="spellEnd"/>
    </w:p>
    <w:p w14:paraId="1C5362E6" w14:textId="4B278CBF" w:rsidR="00F044F5" w:rsidRDefault="00F044F5" w:rsidP="00F044F5">
      <w:pPr>
        <w:pStyle w:val="ListParagraph"/>
        <w:rPr>
          <w:rStyle w:val="ExampleChar"/>
        </w:rPr>
      </w:pPr>
      <w:r w:rsidRPr="005F6666">
        <w:rPr>
          <w:rStyle w:val="ExampleChar"/>
        </w:rPr>
        <w:t>Router</w:t>
      </w:r>
      <w:r>
        <w:rPr>
          <w:rStyle w:val="ExampleChar"/>
        </w:rPr>
        <w:t>(config)</w:t>
      </w:r>
      <w:r w:rsidRPr="005F6666">
        <w:rPr>
          <w:rStyle w:val="ExampleChar"/>
        </w:rPr>
        <w:t xml:space="preserve"># </w:t>
      </w:r>
      <w:r>
        <w:rPr>
          <w:rStyle w:val="ExampleChar"/>
        </w:rPr>
        <w:t>end</w:t>
      </w:r>
    </w:p>
    <w:p w14:paraId="2F9E4275" w14:textId="7866B303" w:rsidR="00F044F5" w:rsidRPr="00F044F5" w:rsidRDefault="00F044F5" w:rsidP="00F044F5">
      <w:pPr>
        <w:pStyle w:val="ListParagraph"/>
        <w:rPr>
          <w:rStyle w:val="ExampleChar"/>
          <w:rFonts w:ascii="Palatino Linotype" w:hAnsi="Palatino Linotype"/>
        </w:rPr>
      </w:pPr>
      <w:r>
        <w:rPr>
          <w:rStyle w:val="ExampleChar"/>
        </w:rPr>
        <w:t xml:space="preserve">Router# </w:t>
      </w:r>
      <w:r w:rsidRPr="005F6666">
        <w:rPr>
          <w:rStyle w:val="ExampleChar"/>
        </w:rPr>
        <w:t>show running-config | include enable</w:t>
      </w:r>
    </w:p>
    <w:p w14:paraId="65684A49" w14:textId="6BDBF7D8" w:rsidR="00F044F5" w:rsidRDefault="00F044F5" w:rsidP="00F044F5">
      <w:pPr>
        <w:pStyle w:val="ListParagraph"/>
        <w:rPr>
          <w:rStyle w:val="ExampleChar"/>
        </w:rPr>
      </w:pPr>
      <w:r w:rsidRPr="00F044F5">
        <w:rPr>
          <w:rStyle w:val="ExampleChar"/>
        </w:rPr>
        <w:t>enable secret 5 $1$mERr$hx5rVt7rPNoS4wqbXKX7m0</w:t>
      </w:r>
      <w:r>
        <w:rPr>
          <w:rStyle w:val="ExampleChar"/>
        </w:rPr>
        <w:br/>
      </w:r>
    </w:p>
    <w:p w14:paraId="3FBD7AD7" w14:textId="77777777" w:rsidR="00F044F5" w:rsidRDefault="00F044F5" w:rsidP="00732E3E">
      <w:pPr>
        <w:pStyle w:val="ListParagraph"/>
        <w:numPr>
          <w:ilvl w:val="0"/>
          <w:numId w:val="24"/>
        </w:numPr>
      </w:pPr>
      <w:r>
        <w:t>Change the Router’s hostname:</w:t>
      </w:r>
    </w:p>
    <w:p w14:paraId="631E649E" w14:textId="0A0374D5" w:rsidR="00F044F5" w:rsidRDefault="00F044F5" w:rsidP="00F044F5">
      <w:pPr>
        <w:pStyle w:val="ListParagraph"/>
        <w:rPr>
          <w:rStyle w:val="ExampleChar"/>
        </w:rPr>
      </w:pPr>
      <w:r w:rsidRPr="005F6666">
        <w:rPr>
          <w:rStyle w:val="ExampleChar"/>
        </w:rPr>
        <w:t xml:space="preserve">Router# </w:t>
      </w:r>
      <w:r>
        <w:rPr>
          <w:rStyle w:val="ExampleChar"/>
        </w:rPr>
        <w:t>config t</w:t>
      </w:r>
    </w:p>
    <w:p w14:paraId="2006EB6D" w14:textId="30ACF04B" w:rsidR="00F044F5" w:rsidRDefault="00F044F5" w:rsidP="00F044F5">
      <w:pPr>
        <w:pStyle w:val="ListParagraph"/>
        <w:rPr>
          <w:rStyle w:val="ExampleChar"/>
        </w:rPr>
      </w:pPr>
      <w:r>
        <w:rPr>
          <w:rStyle w:val="ExampleChar"/>
        </w:rPr>
        <w:t>Router(config)# hostname Router1</w:t>
      </w:r>
      <w:r>
        <w:rPr>
          <w:rStyle w:val="ExampleChar"/>
        </w:rPr>
        <w:br/>
        <w:t>Router1(config)#</w:t>
      </w:r>
    </w:p>
    <w:p w14:paraId="758B2E6E" w14:textId="77813336" w:rsidR="00210580" w:rsidRDefault="00210580" w:rsidP="00F044F5">
      <w:pPr>
        <w:pStyle w:val="ListParagraph"/>
        <w:rPr>
          <w:rStyle w:val="ExampleChar"/>
        </w:rPr>
      </w:pPr>
    </w:p>
    <w:p w14:paraId="0893D044" w14:textId="034B4044" w:rsidR="008A34DB" w:rsidRDefault="008A34DB" w:rsidP="008A34DB">
      <w:pPr>
        <w:pStyle w:val="Example"/>
        <w:rPr>
          <w:rStyle w:val="ExampleChar"/>
          <w:rFonts w:ascii="Palatino Linotype" w:hAnsi="Palatino Linotype"/>
        </w:rPr>
      </w:pPr>
      <w:r>
        <w:rPr>
          <w:rStyle w:val="ExampleChar"/>
          <w:rFonts w:ascii="Palatino Linotype" w:hAnsi="Palatino Linotype"/>
        </w:rPr>
        <w:t xml:space="preserve">Change the login banner to </w:t>
      </w:r>
      <w:proofErr w:type="gramStart"/>
      <w:r>
        <w:rPr>
          <w:rStyle w:val="ExampleChar"/>
          <w:rFonts w:ascii="Palatino Linotype" w:hAnsi="Palatino Linotype"/>
        </w:rPr>
        <w:t>say</w:t>
      </w:r>
      <w:proofErr w:type="gramEnd"/>
      <w:r>
        <w:rPr>
          <w:rStyle w:val="ExampleChar"/>
          <w:rFonts w:ascii="Palatino Linotype" w:hAnsi="Palatino Linotype"/>
        </w:rPr>
        <w:t xml:space="preserve"> “Lab 1 Router1” (has to match exactly)</w:t>
      </w:r>
      <w:r>
        <w:rPr>
          <w:rStyle w:val="ExampleChar"/>
          <w:rFonts w:ascii="Palatino Linotype" w:hAnsi="Palatino Linotype"/>
        </w:rPr>
        <w:br/>
      </w:r>
      <w:r>
        <w:rPr>
          <w:rStyle w:val="ExampleChar"/>
        </w:rPr>
        <w:t>Router(config)# banner login “Lab 1 Router1”</w:t>
      </w:r>
      <w:r>
        <w:rPr>
          <w:rStyle w:val="ExampleChar"/>
        </w:rPr>
        <w:br/>
      </w:r>
    </w:p>
    <w:p w14:paraId="29A97ED2" w14:textId="18EB1D0A" w:rsidR="008A34DB" w:rsidRPr="00F044F5" w:rsidRDefault="008A34DB" w:rsidP="008A34DB">
      <w:pPr>
        <w:pStyle w:val="Example"/>
        <w:rPr>
          <w:rStyle w:val="ExampleChar"/>
          <w:rFonts w:ascii="Palatino Linotype" w:hAnsi="Palatino Linotype"/>
        </w:rPr>
      </w:pPr>
      <w:r>
        <w:rPr>
          <w:rStyle w:val="ExampleChar"/>
          <w:rFonts w:ascii="Palatino Linotype" w:hAnsi="Palatino Linotype"/>
        </w:rPr>
        <w:t xml:space="preserve">Change the “message of the day” to </w:t>
      </w:r>
      <w:proofErr w:type="gramStart"/>
      <w:r>
        <w:rPr>
          <w:rStyle w:val="ExampleChar"/>
          <w:rFonts w:ascii="Palatino Linotype" w:hAnsi="Palatino Linotype"/>
        </w:rPr>
        <w:t>say</w:t>
      </w:r>
      <w:proofErr w:type="gramEnd"/>
      <w:r>
        <w:rPr>
          <w:rStyle w:val="ExampleChar"/>
          <w:rFonts w:ascii="Palatino Linotype" w:hAnsi="Palatino Linotype"/>
        </w:rPr>
        <w:t xml:space="preserve"> “Welcome to Router1” (has to match exactly)</w:t>
      </w:r>
      <w:r>
        <w:rPr>
          <w:rStyle w:val="ExampleChar"/>
          <w:rFonts w:ascii="Palatino Linotype" w:hAnsi="Palatino Linotype"/>
        </w:rPr>
        <w:br/>
      </w:r>
      <w:r>
        <w:rPr>
          <w:rStyle w:val="ExampleChar"/>
        </w:rPr>
        <w:t xml:space="preserve">Router(config)# banner </w:t>
      </w:r>
      <w:proofErr w:type="spellStart"/>
      <w:r>
        <w:rPr>
          <w:rStyle w:val="ExampleChar"/>
        </w:rPr>
        <w:t>motd</w:t>
      </w:r>
      <w:proofErr w:type="spellEnd"/>
      <w:r>
        <w:rPr>
          <w:rStyle w:val="ExampleChar"/>
        </w:rPr>
        <w:t xml:space="preserve"> “Welcome to Router1”</w:t>
      </w:r>
    </w:p>
    <w:p w14:paraId="67F04BAB" w14:textId="77777777" w:rsidR="008A34DB" w:rsidRDefault="008A34DB" w:rsidP="008A34DB">
      <w:pPr>
        <w:pStyle w:val="Example"/>
        <w:numPr>
          <w:ilvl w:val="0"/>
          <w:numId w:val="0"/>
        </w:numPr>
        <w:ind w:left="720"/>
        <w:rPr>
          <w:rStyle w:val="ExampleChar"/>
          <w:rFonts w:ascii="Palatino Linotype" w:hAnsi="Palatino Linotype"/>
        </w:rPr>
      </w:pPr>
    </w:p>
    <w:p w14:paraId="179DE098" w14:textId="5C94968B" w:rsidR="00210580" w:rsidRDefault="00210580" w:rsidP="00210580">
      <w:pPr>
        <w:pStyle w:val="Example"/>
        <w:rPr>
          <w:rStyle w:val="ExampleChar"/>
          <w:rFonts w:ascii="Palatino Linotype" w:hAnsi="Palatino Linotype"/>
        </w:rPr>
      </w:pPr>
      <w:r>
        <w:rPr>
          <w:rStyle w:val="ExampleChar"/>
          <w:rFonts w:ascii="Palatino Linotype" w:hAnsi="Palatino Linotype"/>
        </w:rPr>
        <w:t>Save the configuration so that it’s the “default” at startup</w:t>
      </w:r>
      <w:r w:rsidR="008D743F">
        <w:rPr>
          <w:rStyle w:val="ExampleChar"/>
          <w:rFonts w:ascii="Palatino Linotype" w:hAnsi="Palatino Linotype"/>
        </w:rPr>
        <w:t xml:space="preserve"> (note that this is not done at the global config prompt – time to start pulling out your crutches – how do you get back</w:t>
      </w:r>
      <w:r w:rsidR="005E7FE1">
        <w:rPr>
          <w:rStyle w:val="ExampleChar"/>
          <w:rFonts w:ascii="Palatino Linotype" w:hAnsi="Palatino Linotype"/>
        </w:rPr>
        <w:t xml:space="preserve"> to normal privileged </w:t>
      </w:r>
      <w:proofErr w:type="gramStart"/>
      <w:r w:rsidR="005E7FE1">
        <w:rPr>
          <w:rStyle w:val="ExampleChar"/>
          <w:rFonts w:ascii="Palatino Linotype" w:hAnsi="Palatino Linotype"/>
        </w:rPr>
        <w:t>mode</w:t>
      </w:r>
      <w:r w:rsidR="008D743F">
        <w:rPr>
          <w:rStyle w:val="ExampleChar"/>
          <w:rFonts w:ascii="Palatino Linotype" w:hAnsi="Palatino Linotype"/>
        </w:rPr>
        <w:t>?</w:t>
      </w:r>
      <w:r>
        <w:rPr>
          <w:rStyle w:val="ExampleChar"/>
          <w:rFonts w:ascii="Palatino Linotype" w:hAnsi="Palatino Linotype"/>
        </w:rPr>
        <w:t>:</w:t>
      </w:r>
      <w:proofErr w:type="gramEnd"/>
    </w:p>
    <w:p w14:paraId="32968532" w14:textId="6306383B" w:rsidR="00210580" w:rsidRPr="00210580" w:rsidRDefault="00520B14" w:rsidP="00210580">
      <w:pPr>
        <w:pStyle w:val="Example"/>
        <w:numPr>
          <w:ilvl w:val="0"/>
          <w:numId w:val="0"/>
        </w:numPr>
        <w:ind w:left="720"/>
      </w:pPr>
      <w:r>
        <w:t>Router# copy running-config startup-config</w:t>
      </w:r>
      <w:r w:rsidR="00210580" w:rsidRPr="00210580">
        <w:br/>
      </w:r>
    </w:p>
    <w:p w14:paraId="773D66CE" w14:textId="789B3D6E" w:rsidR="00210580" w:rsidRDefault="00D31C53" w:rsidP="00210580">
      <w:pPr>
        <w:pStyle w:val="Example"/>
        <w:rPr>
          <w:rStyle w:val="ExampleChar"/>
          <w:rFonts w:ascii="Palatino Linotype" w:hAnsi="Palatino Linotype"/>
        </w:rPr>
      </w:pPr>
      <w:r>
        <w:rPr>
          <w:rStyle w:val="ExampleChar"/>
          <w:rFonts w:ascii="Palatino Linotype" w:hAnsi="Palatino Linotype"/>
        </w:rPr>
        <w:t xml:space="preserve">Either power cycle or use the “reload” command to reboot the router and verify that you can log-in and then escalate to the </w:t>
      </w:r>
      <w:r w:rsidR="000D21F5">
        <w:rPr>
          <w:rStyle w:val="ExampleChar"/>
          <w:rFonts w:ascii="Palatino Linotype" w:hAnsi="Palatino Linotype"/>
        </w:rPr>
        <w:t>privileged mode.</w:t>
      </w:r>
      <w:r w:rsidR="006864E0">
        <w:rPr>
          <w:rStyle w:val="ExampleChar"/>
          <w:rFonts w:ascii="Palatino Linotype" w:hAnsi="Palatino Linotype"/>
        </w:rPr>
        <w:br/>
      </w:r>
    </w:p>
    <w:p w14:paraId="73939A72" w14:textId="77777777" w:rsidR="00F044F5" w:rsidRDefault="00F044F5" w:rsidP="00F044F5">
      <w:pPr>
        <w:pStyle w:val="ListParagraph"/>
      </w:pPr>
    </w:p>
    <w:p w14:paraId="4DD1785A" w14:textId="7C9D1CCB" w:rsidR="00F044F5" w:rsidRDefault="00F044F5" w:rsidP="00F044F5">
      <w:pPr>
        <w:pStyle w:val="Example"/>
        <w:numPr>
          <w:ilvl w:val="0"/>
          <w:numId w:val="0"/>
        </w:numPr>
        <w:ind w:left="720"/>
      </w:pPr>
    </w:p>
    <w:p w14:paraId="68D6031B" w14:textId="1E9552BC" w:rsidR="005F6666" w:rsidRDefault="00F044F5" w:rsidP="00F044F5">
      <w:pPr>
        <w:pStyle w:val="Example"/>
        <w:numPr>
          <w:ilvl w:val="0"/>
          <w:numId w:val="0"/>
        </w:numPr>
        <w:ind w:left="720"/>
      </w:pPr>
      <w:r>
        <w:br/>
      </w:r>
    </w:p>
    <w:p w14:paraId="17B90DAD" w14:textId="40772B43" w:rsidR="0090107D" w:rsidRDefault="0090107D">
      <w:r>
        <w:br w:type="page"/>
      </w:r>
    </w:p>
    <w:p w14:paraId="02D4ACAF" w14:textId="3461FB19" w:rsidR="0090107D" w:rsidRDefault="0090107D" w:rsidP="0090107D">
      <w:pPr>
        <w:pStyle w:val="Heading1"/>
      </w:pPr>
      <w:r>
        <w:lastRenderedPageBreak/>
        <w:t xml:space="preserve">Part 2 – Basic </w:t>
      </w:r>
      <w:r w:rsidR="008524AA">
        <w:t>Router &amp; IP Configuration</w:t>
      </w:r>
    </w:p>
    <w:p w14:paraId="3D9DE6BC" w14:textId="6AFF4D6F" w:rsidR="00F416A0" w:rsidRDefault="00F416A0" w:rsidP="00F416A0">
      <w:r>
        <w:t xml:space="preserve">In this activity we will </w:t>
      </w:r>
      <w:r w:rsidR="004F76C9">
        <w:t>start with two unconfigured Cisco R4321 routers.  The goal of this part is to enable them to communicate over the Internet Protocol.</w:t>
      </w:r>
    </w:p>
    <w:p w14:paraId="5F4A8FD6" w14:textId="4A7CEFF7" w:rsidR="004472C1" w:rsidRDefault="004472C1" w:rsidP="00F416A0"/>
    <w:p w14:paraId="00C72A8F" w14:textId="46F73E8E" w:rsidR="004B22F1" w:rsidRDefault="004472C1" w:rsidP="004B22F1">
      <w:pPr>
        <w:pStyle w:val="ListParagraph"/>
        <w:numPr>
          <w:ilvl w:val="0"/>
          <w:numId w:val="26"/>
        </w:numPr>
      </w:pPr>
      <w:r>
        <w:t xml:space="preserve">Place two ISR4321 routers </w:t>
      </w:r>
      <w:r w:rsidR="004B22F1">
        <w:t>onto the canvas.</w:t>
      </w:r>
      <w:r w:rsidR="004B22F1">
        <w:br/>
      </w:r>
    </w:p>
    <w:p w14:paraId="0E0AF2EA" w14:textId="38FD0C60" w:rsidR="004B22F1" w:rsidRDefault="004B22F1" w:rsidP="004472C1">
      <w:pPr>
        <w:pStyle w:val="ListParagraph"/>
        <w:numPr>
          <w:ilvl w:val="0"/>
          <w:numId w:val="26"/>
        </w:numPr>
      </w:pPr>
      <w:r>
        <w:t xml:space="preserve">Switch to the Connections tab and </w:t>
      </w:r>
      <w:r w:rsidR="00A63482">
        <w:t>click on the first lightning bolt symbol, this is the “automatic connection type.”  Use this to connect Router</w:t>
      </w:r>
      <w:r w:rsidR="00E05AEF">
        <w:t>0 to Router1.</w:t>
      </w:r>
      <w:r w:rsidR="00E05AEF">
        <w:br/>
      </w:r>
    </w:p>
    <w:p w14:paraId="5ED089A7" w14:textId="7DF827C9" w:rsidR="00E05AEF" w:rsidRDefault="00062A4F" w:rsidP="004472C1">
      <w:pPr>
        <w:pStyle w:val="ListParagraph"/>
        <w:numPr>
          <w:ilvl w:val="0"/>
          <w:numId w:val="26"/>
        </w:numPr>
      </w:pPr>
      <w:r>
        <w:t>Configure the routers to meet the following requirements:</w:t>
      </w:r>
    </w:p>
    <w:p w14:paraId="341B3CA9" w14:textId="7DECE2AD" w:rsidR="00062A4F" w:rsidRDefault="00062A4F" w:rsidP="00062A4F">
      <w:pPr>
        <w:pStyle w:val="ListParagraph"/>
        <w:numPr>
          <w:ilvl w:val="1"/>
          <w:numId w:val="26"/>
        </w:numPr>
      </w:pPr>
      <w:r>
        <w:t>Change hostname of Router0 to “</w:t>
      </w:r>
      <w:proofErr w:type="spellStart"/>
      <w:r>
        <w:t>RouterLA</w:t>
      </w:r>
      <w:proofErr w:type="spellEnd"/>
      <w:r>
        <w:t>”</w:t>
      </w:r>
    </w:p>
    <w:p w14:paraId="03C107A7" w14:textId="1DCD3C9C" w:rsidR="00062A4F" w:rsidRDefault="00062A4F" w:rsidP="00062A4F">
      <w:pPr>
        <w:pStyle w:val="ListParagraph"/>
        <w:numPr>
          <w:ilvl w:val="1"/>
          <w:numId w:val="26"/>
        </w:numPr>
      </w:pPr>
      <w:r>
        <w:t>Change hostname of Router1 to “</w:t>
      </w:r>
      <w:proofErr w:type="spellStart"/>
      <w:r>
        <w:t>RouterNY</w:t>
      </w:r>
      <w:proofErr w:type="spellEnd"/>
      <w:r w:rsidR="001432A4">
        <w:t>”</w:t>
      </w:r>
    </w:p>
    <w:p w14:paraId="659AE64A" w14:textId="1C8AEB7A" w:rsidR="001432A4" w:rsidRDefault="001432A4" w:rsidP="00062A4F">
      <w:pPr>
        <w:pStyle w:val="ListParagraph"/>
        <w:numPr>
          <w:ilvl w:val="1"/>
          <w:numId w:val="26"/>
        </w:numPr>
      </w:pPr>
      <w:r>
        <w:t xml:space="preserve">Change banners </w:t>
      </w:r>
      <w:r w:rsidR="00F477C1">
        <w:t xml:space="preserve">to </w:t>
      </w:r>
      <w:r>
        <w:t>be “LA Router</w:t>
      </w:r>
      <w:r w:rsidR="00F477C1">
        <w:t>” or “NY Router”</w:t>
      </w:r>
    </w:p>
    <w:p w14:paraId="57E9BEE7" w14:textId="5F45042C" w:rsidR="00F477C1" w:rsidRDefault="00F477C1" w:rsidP="00062A4F">
      <w:pPr>
        <w:pStyle w:val="ListParagraph"/>
        <w:numPr>
          <w:ilvl w:val="1"/>
          <w:numId w:val="26"/>
        </w:numPr>
      </w:pPr>
      <w:r>
        <w:t xml:space="preserve">Change MOTD to be “Welcome to </w:t>
      </w:r>
      <w:r w:rsidR="007C6222">
        <w:t>City of Angles</w:t>
      </w:r>
      <w:r>
        <w:t>” or “Welcome to N</w:t>
      </w:r>
      <w:r w:rsidR="00FB21F6">
        <w:t xml:space="preserve">ew </w:t>
      </w:r>
      <w:r>
        <w:t>Y</w:t>
      </w:r>
      <w:r w:rsidR="00FB21F6">
        <w:t>ork City</w:t>
      </w:r>
      <w:r>
        <w:t>”</w:t>
      </w:r>
    </w:p>
    <w:p w14:paraId="07A014B5" w14:textId="5082616A" w:rsidR="00062A4F" w:rsidRDefault="00EB4722" w:rsidP="00062A4F">
      <w:pPr>
        <w:pStyle w:val="ListParagraph"/>
        <w:numPr>
          <w:ilvl w:val="1"/>
          <w:numId w:val="26"/>
        </w:numPr>
      </w:pPr>
      <w:r>
        <w:t>Change secret passwords on both routers to “cisco”</w:t>
      </w:r>
      <w:r>
        <w:br/>
      </w:r>
    </w:p>
    <w:p w14:paraId="28AB5902" w14:textId="00FBEF2E" w:rsidR="00EB4722" w:rsidRDefault="00692DF6" w:rsidP="00EB4722">
      <w:pPr>
        <w:pStyle w:val="ListParagraph"/>
        <w:numPr>
          <w:ilvl w:val="0"/>
          <w:numId w:val="26"/>
        </w:numPr>
      </w:pPr>
      <w:r>
        <w:t xml:space="preserve">In the canvas display for each router, rename them from Router0 to </w:t>
      </w:r>
      <w:proofErr w:type="spellStart"/>
      <w:r>
        <w:t>RouterLA</w:t>
      </w:r>
      <w:proofErr w:type="spellEnd"/>
      <w:r>
        <w:t xml:space="preserve"> and Router1 to </w:t>
      </w:r>
      <w:proofErr w:type="spellStart"/>
      <w:r>
        <w:t>RouterNY</w:t>
      </w:r>
      <w:proofErr w:type="spellEnd"/>
      <w:r>
        <w:t>.</w:t>
      </w:r>
      <w:r>
        <w:br/>
      </w:r>
    </w:p>
    <w:p w14:paraId="686B2287" w14:textId="293539F1" w:rsidR="00450AAE" w:rsidRDefault="00C41B53" w:rsidP="00CC6A23">
      <w:pPr>
        <w:pStyle w:val="ListParagraph"/>
        <w:numPr>
          <w:ilvl w:val="0"/>
          <w:numId w:val="26"/>
        </w:numPr>
      </w:pPr>
      <w:r>
        <w:t xml:space="preserve">Go back to </w:t>
      </w:r>
      <w:proofErr w:type="spellStart"/>
      <w:r>
        <w:t>RouterLA</w:t>
      </w:r>
      <w:proofErr w:type="spellEnd"/>
      <w:r>
        <w:t xml:space="preserve">, enter its global configuration, </w:t>
      </w:r>
      <w:r w:rsidR="00450AAE">
        <w:t>configure its interface:</w:t>
      </w:r>
    </w:p>
    <w:p w14:paraId="79FC9469" w14:textId="79D8B338" w:rsidR="00CC6A23" w:rsidRDefault="00CC6A23" w:rsidP="004528DE">
      <w:pPr>
        <w:pStyle w:val="Example"/>
        <w:numPr>
          <w:ilvl w:val="0"/>
          <w:numId w:val="0"/>
        </w:numPr>
        <w:ind w:left="1440"/>
      </w:pPr>
      <w:proofErr w:type="spellStart"/>
      <w:r>
        <w:t>RouterLA</w:t>
      </w:r>
      <w:proofErr w:type="spellEnd"/>
      <w:r>
        <w:t xml:space="preserve">(config)# interface </w:t>
      </w:r>
      <w:proofErr w:type="spellStart"/>
      <w:r>
        <w:t>gigabitEthernet</w:t>
      </w:r>
      <w:proofErr w:type="spellEnd"/>
      <w:r>
        <w:t xml:space="preserve"> 0/0/0</w:t>
      </w:r>
    </w:p>
    <w:p w14:paraId="6C761D38" w14:textId="77777777" w:rsidR="004528DE" w:rsidRDefault="004528DE" w:rsidP="004528DE">
      <w:pPr>
        <w:pStyle w:val="Example"/>
        <w:numPr>
          <w:ilvl w:val="0"/>
          <w:numId w:val="0"/>
        </w:numPr>
        <w:ind w:left="1440"/>
      </w:pPr>
    </w:p>
    <w:p w14:paraId="4FC58A41" w14:textId="242146EF" w:rsidR="004528DE" w:rsidRDefault="004528DE" w:rsidP="004528DE">
      <w:pPr>
        <w:pStyle w:val="ListParagraph"/>
        <w:numPr>
          <w:ilvl w:val="0"/>
          <w:numId w:val="26"/>
        </w:numPr>
      </w:pPr>
      <w:r>
        <w:t>Set a description for the interface:</w:t>
      </w:r>
    </w:p>
    <w:p w14:paraId="6855BCBF" w14:textId="48B4BD38" w:rsidR="004528DE" w:rsidRDefault="004528DE" w:rsidP="004528DE">
      <w:pPr>
        <w:pStyle w:val="Example"/>
        <w:numPr>
          <w:ilvl w:val="0"/>
          <w:numId w:val="0"/>
        </w:numPr>
        <w:ind w:left="1440"/>
      </w:pPr>
      <w:proofErr w:type="spellStart"/>
      <w:r>
        <w:t>RouterLA</w:t>
      </w:r>
      <w:proofErr w:type="spellEnd"/>
      <w:r>
        <w:t>(config-</w:t>
      </w:r>
      <w:proofErr w:type="gramStart"/>
      <w:r>
        <w:t>if)#</w:t>
      </w:r>
      <w:proofErr w:type="gramEnd"/>
      <w:r>
        <w:t xml:space="preserve"> description LA side of main trunk</w:t>
      </w:r>
    </w:p>
    <w:p w14:paraId="58CBE7C8" w14:textId="2187C6B7" w:rsidR="004528DE" w:rsidRDefault="004528DE" w:rsidP="004528DE">
      <w:pPr>
        <w:pStyle w:val="Example"/>
        <w:numPr>
          <w:ilvl w:val="0"/>
          <w:numId w:val="0"/>
        </w:numPr>
        <w:ind w:left="1440"/>
      </w:pPr>
    </w:p>
    <w:p w14:paraId="38E4F924" w14:textId="7A2F4D33" w:rsidR="004528DE" w:rsidRDefault="004528DE" w:rsidP="004528DE">
      <w:pPr>
        <w:pStyle w:val="ListParagraph"/>
        <w:numPr>
          <w:ilvl w:val="0"/>
          <w:numId w:val="26"/>
        </w:numPr>
      </w:pPr>
      <w:r>
        <w:t>Set an IP address:</w:t>
      </w:r>
    </w:p>
    <w:p w14:paraId="4336B005" w14:textId="46B05AEB" w:rsidR="004528DE" w:rsidRDefault="004528DE" w:rsidP="004528DE">
      <w:pPr>
        <w:pStyle w:val="Example"/>
        <w:numPr>
          <w:ilvl w:val="0"/>
          <w:numId w:val="0"/>
        </w:numPr>
        <w:ind w:left="1440"/>
      </w:pPr>
      <w:proofErr w:type="spellStart"/>
      <w:r>
        <w:t>RouterLA</w:t>
      </w:r>
      <w:proofErr w:type="spellEnd"/>
      <w:r>
        <w:t>(config-</w:t>
      </w:r>
      <w:proofErr w:type="gramStart"/>
      <w:r>
        <w:t>if)#</w:t>
      </w:r>
      <w:proofErr w:type="gramEnd"/>
      <w:r>
        <w:t xml:space="preserve"> </w:t>
      </w:r>
      <w:proofErr w:type="spellStart"/>
      <w:r w:rsidR="00440298">
        <w:t>ip</w:t>
      </w:r>
      <w:proofErr w:type="spellEnd"/>
      <w:r w:rsidR="00440298">
        <w:t xml:space="preserve"> address 10.1.1.1 255.255.255.0</w:t>
      </w:r>
      <w:r w:rsidR="00EC65F3">
        <w:br/>
      </w:r>
    </w:p>
    <w:p w14:paraId="51699E7E" w14:textId="7BAEC074" w:rsidR="00EC65F3" w:rsidRDefault="00440298" w:rsidP="00EC65F3">
      <w:pPr>
        <w:pStyle w:val="ListParagraph"/>
        <w:numPr>
          <w:ilvl w:val="0"/>
          <w:numId w:val="26"/>
        </w:numPr>
      </w:pPr>
      <w:r>
        <w:t>Turn on the interface:</w:t>
      </w:r>
    </w:p>
    <w:p w14:paraId="7AF1F15F" w14:textId="12B26D91" w:rsidR="00440298" w:rsidRDefault="00EC65F3" w:rsidP="00EC65F3">
      <w:pPr>
        <w:pStyle w:val="Example"/>
        <w:numPr>
          <w:ilvl w:val="0"/>
          <w:numId w:val="0"/>
        </w:numPr>
        <w:ind w:left="1440"/>
      </w:pPr>
      <w:proofErr w:type="spellStart"/>
      <w:r>
        <w:t>RouterLA</w:t>
      </w:r>
      <w:proofErr w:type="spellEnd"/>
      <w:r>
        <w:t>(config-</w:t>
      </w:r>
      <w:proofErr w:type="gramStart"/>
      <w:r>
        <w:t>if)#</w:t>
      </w:r>
      <w:proofErr w:type="gramEnd"/>
      <w:r>
        <w:t xml:space="preserve"> </w:t>
      </w:r>
      <w:r w:rsidR="00440298">
        <w:t>no shutdown</w:t>
      </w:r>
      <w:r w:rsidR="00367610">
        <w:br/>
      </w:r>
    </w:p>
    <w:p w14:paraId="7B63B29C" w14:textId="6CF8F57D" w:rsidR="00367610" w:rsidRDefault="00367610" w:rsidP="00367610">
      <w:pPr>
        <w:pStyle w:val="ListParagraph"/>
        <w:numPr>
          <w:ilvl w:val="0"/>
          <w:numId w:val="26"/>
        </w:numPr>
      </w:pPr>
      <w:r>
        <w:t xml:space="preserve">Repeat these 3 steps on </w:t>
      </w:r>
      <w:proofErr w:type="spellStart"/>
      <w:r>
        <w:t>RouterNY</w:t>
      </w:r>
      <w:proofErr w:type="spellEnd"/>
      <w:r>
        <w:t>:</w:t>
      </w:r>
    </w:p>
    <w:p w14:paraId="25EE9DD2" w14:textId="1E4F0394" w:rsidR="00367610" w:rsidRDefault="00367610" w:rsidP="00367610">
      <w:pPr>
        <w:pStyle w:val="ListParagraph"/>
        <w:numPr>
          <w:ilvl w:val="1"/>
          <w:numId w:val="26"/>
        </w:numPr>
      </w:pPr>
      <w:r>
        <w:t>Set its description to “NY side of main trunk”</w:t>
      </w:r>
    </w:p>
    <w:p w14:paraId="2B4AF3B3" w14:textId="6E7923DE" w:rsidR="00367610" w:rsidRDefault="00367610" w:rsidP="00367610">
      <w:pPr>
        <w:pStyle w:val="ListParagraph"/>
        <w:numPr>
          <w:ilvl w:val="1"/>
          <w:numId w:val="26"/>
        </w:numPr>
      </w:pPr>
      <w:r>
        <w:t>Change its IP address to 10.1.1.2 255.255.255.0</w:t>
      </w:r>
    </w:p>
    <w:p w14:paraId="386200DF" w14:textId="0FD7E438" w:rsidR="000E2869" w:rsidRDefault="000E2869" w:rsidP="00367610">
      <w:pPr>
        <w:pStyle w:val="ListParagraph"/>
        <w:numPr>
          <w:ilvl w:val="1"/>
          <w:numId w:val="26"/>
        </w:numPr>
      </w:pPr>
      <w:r>
        <w:t>Enable the interface</w:t>
      </w:r>
      <w:r>
        <w:br/>
      </w:r>
    </w:p>
    <w:p w14:paraId="0E8B44B7" w14:textId="1D1D0B21" w:rsidR="000E2869" w:rsidRDefault="000E2869" w:rsidP="000E2869">
      <w:pPr>
        <w:pStyle w:val="ListParagraph"/>
        <w:numPr>
          <w:ilvl w:val="0"/>
          <w:numId w:val="26"/>
        </w:numPr>
      </w:pPr>
      <w:r>
        <w:t>Verify that the link state is operational</w:t>
      </w:r>
      <w:r w:rsidR="00317D7F">
        <w:t xml:space="preserve"> (note the new command “do”, which allows running non-privileged commands from any privileged level</w:t>
      </w:r>
      <w:r>
        <w:t>:</w:t>
      </w:r>
    </w:p>
    <w:p w14:paraId="61D87F1F" w14:textId="737EF472" w:rsidR="001A30BB" w:rsidRDefault="001A30BB" w:rsidP="001A30BB">
      <w:pPr>
        <w:pStyle w:val="Example"/>
        <w:numPr>
          <w:ilvl w:val="0"/>
          <w:numId w:val="0"/>
        </w:numPr>
        <w:ind w:left="720"/>
        <w:rPr>
          <w:rFonts w:ascii="Times New Roman" w:hAnsi="Times New Roman"/>
          <w:spacing w:val="0"/>
          <w:kern w:val="0"/>
        </w:rPr>
      </w:pPr>
      <w:proofErr w:type="spellStart"/>
      <w:r>
        <w:t>RouterNY</w:t>
      </w:r>
      <w:proofErr w:type="spellEnd"/>
      <w:r>
        <w:t>(config-</w:t>
      </w:r>
      <w:proofErr w:type="gramStart"/>
      <w:r>
        <w:t>if)#</w:t>
      </w:r>
      <w:proofErr w:type="gramEnd"/>
      <w:r>
        <w:t xml:space="preserve"> do show </w:t>
      </w:r>
      <w:proofErr w:type="spellStart"/>
      <w:r>
        <w:t>ip</w:t>
      </w:r>
      <w:proofErr w:type="spellEnd"/>
      <w:r>
        <w:t xml:space="preserve"> interface brief</w:t>
      </w:r>
    </w:p>
    <w:p w14:paraId="4991A480" w14:textId="77777777" w:rsidR="001A30BB" w:rsidRDefault="001A30BB" w:rsidP="001A30BB">
      <w:pPr>
        <w:pStyle w:val="Example"/>
        <w:numPr>
          <w:ilvl w:val="0"/>
          <w:numId w:val="0"/>
        </w:numPr>
        <w:ind w:left="720"/>
      </w:pPr>
      <w:r>
        <w:t xml:space="preserve">Interface IP-Address OK? Method Status Protocol </w:t>
      </w:r>
    </w:p>
    <w:p w14:paraId="73608CFA" w14:textId="77777777" w:rsidR="001A30BB" w:rsidRDefault="001A30BB" w:rsidP="001A30BB">
      <w:pPr>
        <w:pStyle w:val="Example"/>
        <w:numPr>
          <w:ilvl w:val="0"/>
          <w:numId w:val="0"/>
        </w:numPr>
        <w:ind w:left="720"/>
      </w:pPr>
      <w:r>
        <w:t xml:space="preserve">GigabitEthernet0/0/0 10.1.1.2 YES manual up </w:t>
      </w:r>
      <w:proofErr w:type="spellStart"/>
      <w:r>
        <w:t>up</w:t>
      </w:r>
      <w:proofErr w:type="spellEnd"/>
      <w:r>
        <w:t xml:space="preserve"> </w:t>
      </w:r>
    </w:p>
    <w:p w14:paraId="5A0D41CA" w14:textId="77777777" w:rsidR="001A30BB" w:rsidRDefault="001A30BB" w:rsidP="001A30BB">
      <w:pPr>
        <w:pStyle w:val="Example"/>
        <w:numPr>
          <w:ilvl w:val="0"/>
          <w:numId w:val="0"/>
        </w:numPr>
        <w:ind w:left="720"/>
      </w:pPr>
      <w:r>
        <w:lastRenderedPageBreak/>
        <w:t xml:space="preserve">GigabitEthernet0/0/1 unassigned YES unset administratively down </w:t>
      </w:r>
      <w:proofErr w:type="spellStart"/>
      <w:r>
        <w:t>down</w:t>
      </w:r>
      <w:proofErr w:type="spellEnd"/>
      <w:r>
        <w:t xml:space="preserve"> </w:t>
      </w:r>
    </w:p>
    <w:p w14:paraId="49A1BCAC" w14:textId="77777777" w:rsidR="001A30BB" w:rsidRDefault="001A30BB" w:rsidP="001A30BB">
      <w:pPr>
        <w:pStyle w:val="Example"/>
        <w:numPr>
          <w:ilvl w:val="0"/>
          <w:numId w:val="0"/>
        </w:numPr>
        <w:ind w:left="720"/>
      </w:pPr>
      <w:r>
        <w:t xml:space="preserve">Vlan1 unassigned YES unset administratively down </w:t>
      </w:r>
      <w:proofErr w:type="spellStart"/>
      <w:r>
        <w:t>down</w:t>
      </w:r>
      <w:proofErr w:type="spellEnd"/>
    </w:p>
    <w:p w14:paraId="798E5685" w14:textId="4D28429F" w:rsidR="000E2869" w:rsidRDefault="001A30BB" w:rsidP="001A30BB">
      <w:pPr>
        <w:pStyle w:val="Example"/>
        <w:numPr>
          <w:ilvl w:val="0"/>
          <w:numId w:val="0"/>
        </w:numPr>
        <w:ind w:left="720"/>
      </w:pPr>
      <w:proofErr w:type="spellStart"/>
      <w:r>
        <w:t>RouterNY</w:t>
      </w:r>
      <w:proofErr w:type="spellEnd"/>
      <w:r>
        <w:t>(config-</w:t>
      </w:r>
      <w:proofErr w:type="gramStart"/>
      <w:r>
        <w:t>if)#</w:t>
      </w:r>
      <w:proofErr w:type="gramEnd"/>
    </w:p>
    <w:p w14:paraId="1C909F10" w14:textId="77777777" w:rsidR="001A30BB" w:rsidRDefault="001A30BB" w:rsidP="001A30BB">
      <w:pPr>
        <w:pStyle w:val="Example"/>
        <w:numPr>
          <w:ilvl w:val="0"/>
          <w:numId w:val="0"/>
        </w:numPr>
        <w:ind w:left="720"/>
      </w:pPr>
    </w:p>
    <w:p w14:paraId="20E7EECF" w14:textId="59E38386" w:rsidR="000E2869" w:rsidRDefault="009163CA" w:rsidP="000E2869">
      <w:pPr>
        <w:pStyle w:val="ListParagraph"/>
        <w:numPr>
          <w:ilvl w:val="0"/>
          <w:numId w:val="26"/>
        </w:numPr>
      </w:pPr>
      <w:r>
        <w:t>Use the “ping” command to verify that the routers are communicating:</w:t>
      </w:r>
    </w:p>
    <w:p w14:paraId="08399F39" w14:textId="59B0E46F" w:rsidR="009163CA" w:rsidRDefault="00DA1D3A" w:rsidP="009163CA">
      <w:pPr>
        <w:pStyle w:val="Example"/>
        <w:numPr>
          <w:ilvl w:val="0"/>
          <w:numId w:val="0"/>
        </w:numPr>
        <w:ind w:left="720"/>
      </w:pPr>
      <w:proofErr w:type="spellStart"/>
      <w:r>
        <w:t>RouterNY</w:t>
      </w:r>
      <w:proofErr w:type="spellEnd"/>
      <w:r>
        <w:t>(config-</w:t>
      </w:r>
      <w:proofErr w:type="gramStart"/>
      <w:r>
        <w:t>if)#</w:t>
      </w:r>
      <w:proofErr w:type="gramEnd"/>
      <w:r>
        <w:t xml:space="preserve"> do ping 10.1.1.1</w:t>
      </w:r>
    </w:p>
    <w:p w14:paraId="7238528F" w14:textId="75C428CA" w:rsidR="00DA1D3A" w:rsidRDefault="00DA1D3A" w:rsidP="009163CA">
      <w:pPr>
        <w:pStyle w:val="Example"/>
        <w:numPr>
          <w:ilvl w:val="0"/>
          <w:numId w:val="0"/>
        </w:numPr>
        <w:ind w:left="720"/>
      </w:pPr>
    </w:p>
    <w:p w14:paraId="015DBC81" w14:textId="2D410124" w:rsidR="00DA1D3A" w:rsidRDefault="00DA1D3A" w:rsidP="00DA1D3A">
      <w:pPr>
        <w:ind w:firstLine="720"/>
      </w:pPr>
      <w:r>
        <w:t>And</w:t>
      </w:r>
    </w:p>
    <w:p w14:paraId="7A03AF21" w14:textId="31D5A01D" w:rsidR="00DA1D3A" w:rsidRDefault="00DA1D3A" w:rsidP="009163CA">
      <w:pPr>
        <w:pStyle w:val="Example"/>
        <w:numPr>
          <w:ilvl w:val="0"/>
          <w:numId w:val="0"/>
        </w:numPr>
        <w:ind w:left="720"/>
      </w:pPr>
    </w:p>
    <w:p w14:paraId="6B6C50CC" w14:textId="7F6D3110" w:rsidR="00DA1D3A" w:rsidRDefault="00DA1D3A" w:rsidP="009163CA">
      <w:pPr>
        <w:pStyle w:val="Example"/>
        <w:numPr>
          <w:ilvl w:val="0"/>
          <w:numId w:val="0"/>
        </w:numPr>
        <w:ind w:left="720"/>
      </w:pPr>
      <w:proofErr w:type="spellStart"/>
      <w:r>
        <w:t>RouterLA</w:t>
      </w:r>
      <w:proofErr w:type="spellEnd"/>
      <w:r>
        <w:t>(config-</w:t>
      </w:r>
      <w:proofErr w:type="gramStart"/>
      <w:r>
        <w:t>if)#</w:t>
      </w:r>
      <w:proofErr w:type="gramEnd"/>
      <w:r>
        <w:t xml:space="preserve"> do ping 10.1.1.2</w:t>
      </w:r>
      <w:r w:rsidR="002A4B50">
        <w:br/>
      </w:r>
    </w:p>
    <w:p w14:paraId="5AA12E93" w14:textId="77777777" w:rsidR="00440298" w:rsidRDefault="00440298" w:rsidP="00440298">
      <w:pPr>
        <w:pStyle w:val="Example"/>
        <w:numPr>
          <w:ilvl w:val="0"/>
          <w:numId w:val="0"/>
        </w:numPr>
        <w:ind w:left="720" w:hanging="360"/>
      </w:pPr>
    </w:p>
    <w:p w14:paraId="269A2F7E" w14:textId="77777777" w:rsidR="00712625" w:rsidRDefault="00712625">
      <w:pPr>
        <w:rPr>
          <w:rFonts w:ascii="Arial" w:hAnsi="Arial" w:cs="Arial"/>
          <w:b/>
          <w:bCs/>
          <w:kern w:val="32"/>
          <w:sz w:val="32"/>
          <w:szCs w:val="32"/>
        </w:rPr>
      </w:pPr>
      <w:r>
        <w:br w:type="page"/>
      </w:r>
    </w:p>
    <w:p w14:paraId="2217838E" w14:textId="7B5C7FA7" w:rsidR="00543684" w:rsidRDefault="00543684" w:rsidP="00543684">
      <w:pPr>
        <w:pStyle w:val="Heading1"/>
      </w:pPr>
      <w:bookmarkStart w:id="0" w:name="_GoBack"/>
      <w:bookmarkEnd w:id="0"/>
      <w:r>
        <w:lastRenderedPageBreak/>
        <w:t xml:space="preserve">Part 3 – </w:t>
      </w:r>
      <w:r w:rsidR="005D1B74">
        <w:t>Connecting to the CLI from other devices</w:t>
      </w:r>
    </w:p>
    <w:p w14:paraId="428F495E" w14:textId="0DFE7704" w:rsidR="000A06B8" w:rsidRDefault="000A06B8" w:rsidP="000A06B8"/>
    <w:p w14:paraId="76287C16" w14:textId="14FE15BB" w:rsidR="000A06B8" w:rsidRDefault="00872099" w:rsidP="000A06B8">
      <w:r>
        <w:t>There are several paths to get through the Cisco command line, in this step, we cover SSH and serial ports.</w:t>
      </w:r>
      <w:r>
        <w:br/>
      </w:r>
    </w:p>
    <w:p w14:paraId="23ABB503" w14:textId="3F809453" w:rsidR="00872099" w:rsidRDefault="001A3BF3" w:rsidP="00872099">
      <w:pPr>
        <w:pStyle w:val="ListParagraph"/>
        <w:numPr>
          <w:ilvl w:val="0"/>
          <w:numId w:val="27"/>
        </w:numPr>
      </w:pPr>
      <w:r>
        <w:t>Start with the LA &amp; NY routers from part two.</w:t>
      </w:r>
      <w:r>
        <w:br/>
      </w:r>
    </w:p>
    <w:p w14:paraId="42C6FAE3" w14:textId="2581E829" w:rsidR="001A3BF3" w:rsidRDefault="001A3BF3" w:rsidP="00872099">
      <w:pPr>
        <w:pStyle w:val="ListParagraph"/>
        <w:numPr>
          <w:ilvl w:val="0"/>
          <w:numId w:val="27"/>
        </w:numPr>
      </w:pPr>
      <w:r>
        <w:t>Enter global configuration, and then enter the line configuration:</w:t>
      </w:r>
      <w:r w:rsidR="005D1B74">
        <w:br/>
      </w:r>
      <w:proofErr w:type="spellStart"/>
      <w:r w:rsidR="00F87AF1" w:rsidRPr="00F87AF1">
        <w:rPr>
          <w:rStyle w:val="ExampleChar"/>
        </w:rPr>
        <w:t>RouterLA</w:t>
      </w:r>
      <w:proofErr w:type="spellEnd"/>
      <w:r w:rsidR="00F87AF1" w:rsidRPr="00F87AF1">
        <w:rPr>
          <w:rStyle w:val="ExampleChar"/>
        </w:rPr>
        <w:t>(config)# line console</w:t>
      </w:r>
      <w:r w:rsidR="008F4F41">
        <w:rPr>
          <w:rStyle w:val="ExampleChar"/>
        </w:rPr>
        <w:t xml:space="preserve"> </w:t>
      </w:r>
      <w:r w:rsidR="00F87AF1" w:rsidRPr="00F87AF1">
        <w:rPr>
          <w:rStyle w:val="ExampleChar"/>
        </w:rPr>
        <w:t>0</w:t>
      </w:r>
      <w:r w:rsidR="004D41BC" w:rsidRPr="00F87AF1">
        <w:rPr>
          <w:rStyle w:val="ExampleChar"/>
        </w:rPr>
        <w:br/>
      </w:r>
    </w:p>
    <w:p w14:paraId="6557C721" w14:textId="0307FB98" w:rsidR="001A3BF3" w:rsidRDefault="004D41BC" w:rsidP="00872099">
      <w:pPr>
        <w:pStyle w:val="ListParagraph"/>
        <w:numPr>
          <w:ilvl w:val="0"/>
          <w:numId w:val="27"/>
        </w:numPr>
      </w:pPr>
      <w:r>
        <w:t>Set a password</w:t>
      </w:r>
      <w:r w:rsidR="00F87AF1">
        <w:br/>
      </w:r>
      <w:proofErr w:type="spellStart"/>
      <w:r w:rsidR="00F87AF1" w:rsidRPr="00F87AF1">
        <w:rPr>
          <w:rStyle w:val="ExampleChar"/>
        </w:rPr>
        <w:t>RouterLA</w:t>
      </w:r>
      <w:proofErr w:type="spellEnd"/>
      <w:r w:rsidR="00F87AF1" w:rsidRPr="00F87AF1">
        <w:rPr>
          <w:rStyle w:val="ExampleChar"/>
        </w:rPr>
        <w:t>(config</w:t>
      </w:r>
      <w:r w:rsidR="0065171E">
        <w:rPr>
          <w:rStyle w:val="ExampleChar"/>
        </w:rPr>
        <w:t>-</w:t>
      </w:r>
      <w:proofErr w:type="gramStart"/>
      <w:r w:rsidR="0065171E">
        <w:rPr>
          <w:rStyle w:val="ExampleChar"/>
        </w:rPr>
        <w:t>line</w:t>
      </w:r>
      <w:r w:rsidR="00F87AF1" w:rsidRPr="00F87AF1">
        <w:rPr>
          <w:rStyle w:val="ExampleChar"/>
        </w:rPr>
        <w:t>)#</w:t>
      </w:r>
      <w:proofErr w:type="gramEnd"/>
      <w:r w:rsidR="00F87AF1" w:rsidRPr="00F87AF1">
        <w:rPr>
          <w:rStyle w:val="ExampleChar"/>
        </w:rPr>
        <w:t xml:space="preserve"> password cisco</w:t>
      </w:r>
      <w:r w:rsidR="00B2764A" w:rsidRPr="00F87AF1">
        <w:rPr>
          <w:rStyle w:val="ExampleChar"/>
        </w:rPr>
        <w:br/>
      </w:r>
    </w:p>
    <w:p w14:paraId="0F5D0320" w14:textId="64A2934E" w:rsidR="00B2764A" w:rsidRDefault="00B2764A" w:rsidP="00872099">
      <w:pPr>
        <w:pStyle w:val="ListParagraph"/>
        <w:numPr>
          <w:ilvl w:val="0"/>
          <w:numId w:val="27"/>
        </w:numPr>
      </w:pPr>
      <w:r>
        <w:t>Enable login</w:t>
      </w:r>
      <w:r w:rsidR="00F87AF1">
        <w:br/>
      </w:r>
      <w:proofErr w:type="spellStart"/>
      <w:r w:rsidR="0068246A" w:rsidRPr="0068246A">
        <w:rPr>
          <w:rStyle w:val="ExampleChar"/>
        </w:rPr>
        <w:t>RouterLA</w:t>
      </w:r>
      <w:proofErr w:type="spellEnd"/>
      <w:r w:rsidR="0068246A" w:rsidRPr="0068246A">
        <w:rPr>
          <w:rStyle w:val="ExampleChar"/>
        </w:rPr>
        <w:t>(config</w:t>
      </w:r>
      <w:r w:rsidR="0065171E">
        <w:rPr>
          <w:rStyle w:val="ExampleChar"/>
        </w:rPr>
        <w:t>-</w:t>
      </w:r>
      <w:proofErr w:type="gramStart"/>
      <w:r w:rsidR="0065171E">
        <w:rPr>
          <w:rStyle w:val="ExampleChar"/>
        </w:rPr>
        <w:t>line</w:t>
      </w:r>
      <w:r w:rsidR="0068246A" w:rsidRPr="0068246A">
        <w:rPr>
          <w:rStyle w:val="ExampleChar"/>
        </w:rPr>
        <w:t>)#</w:t>
      </w:r>
      <w:proofErr w:type="gramEnd"/>
      <w:r w:rsidR="0068246A" w:rsidRPr="0068246A">
        <w:rPr>
          <w:rStyle w:val="ExampleChar"/>
        </w:rPr>
        <w:t xml:space="preserve"> login</w:t>
      </w:r>
      <w:r w:rsidRPr="0068246A">
        <w:rPr>
          <w:rStyle w:val="ExampleChar"/>
        </w:rPr>
        <w:br/>
      </w:r>
    </w:p>
    <w:p w14:paraId="3EA9D2ED" w14:textId="5FFF603E" w:rsidR="0068246A" w:rsidRDefault="0068246A" w:rsidP="00872099">
      <w:pPr>
        <w:pStyle w:val="ListParagraph"/>
        <w:numPr>
          <w:ilvl w:val="0"/>
          <w:numId w:val="27"/>
        </w:numPr>
        <w:rPr>
          <w:rStyle w:val="ExampleChar"/>
        </w:rPr>
      </w:pPr>
      <w:r>
        <w:t>Exit the CLI configuration:</w:t>
      </w:r>
      <w:r>
        <w:br/>
      </w:r>
      <w:proofErr w:type="spellStart"/>
      <w:r w:rsidR="0065171E" w:rsidRPr="0065171E">
        <w:rPr>
          <w:rStyle w:val="ExampleChar"/>
        </w:rPr>
        <w:t>RouterLA</w:t>
      </w:r>
      <w:proofErr w:type="spellEnd"/>
      <w:r w:rsidR="0065171E" w:rsidRPr="0065171E">
        <w:rPr>
          <w:rStyle w:val="ExampleChar"/>
        </w:rPr>
        <w:t>(config-</w:t>
      </w:r>
      <w:proofErr w:type="gramStart"/>
      <w:r w:rsidR="0065171E" w:rsidRPr="0065171E">
        <w:rPr>
          <w:rStyle w:val="ExampleChar"/>
        </w:rPr>
        <w:t>line)#</w:t>
      </w:r>
      <w:proofErr w:type="gramEnd"/>
      <w:r w:rsidR="0065171E" w:rsidRPr="0065171E">
        <w:rPr>
          <w:rStyle w:val="ExampleChar"/>
        </w:rPr>
        <w:t xml:space="preserve"> </w:t>
      </w:r>
      <w:r w:rsidR="00647F40">
        <w:rPr>
          <w:rStyle w:val="ExampleChar"/>
        </w:rPr>
        <w:t>logout</w:t>
      </w:r>
    </w:p>
    <w:p w14:paraId="7E75BC6F" w14:textId="77777777" w:rsidR="0065171E" w:rsidRPr="0065171E" w:rsidRDefault="0065171E" w:rsidP="0065171E">
      <w:pPr>
        <w:pStyle w:val="ListParagraph"/>
        <w:rPr>
          <w:rStyle w:val="ExampleChar"/>
        </w:rPr>
      </w:pPr>
    </w:p>
    <w:p w14:paraId="1017033B" w14:textId="7C32A9D2" w:rsidR="00B2764A" w:rsidRDefault="00DB1B4F" w:rsidP="00872099">
      <w:pPr>
        <w:pStyle w:val="ListParagraph"/>
        <w:numPr>
          <w:ilvl w:val="0"/>
          <w:numId w:val="27"/>
        </w:numPr>
      </w:pPr>
      <w:r>
        <w:t>Go to the “[End Devices]” tab, and a</w:t>
      </w:r>
      <w:r w:rsidR="00911D84">
        <w:t>dd a “Laptop” device to the Canvas</w:t>
      </w:r>
      <w:r w:rsidR="00911D84">
        <w:br/>
      </w:r>
    </w:p>
    <w:p w14:paraId="34C8B269" w14:textId="60F6CE6A" w:rsidR="00911D84" w:rsidRDefault="00DB1B4F" w:rsidP="00872099">
      <w:pPr>
        <w:pStyle w:val="ListParagraph"/>
        <w:numPr>
          <w:ilvl w:val="0"/>
          <w:numId w:val="27"/>
        </w:numPr>
      </w:pPr>
      <w:r>
        <w:t>Go to the “[Connections]” tab and add a “Console” wire (light blue), connect the laptop’s RS232 port to the LA router.</w:t>
      </w:r>
      <w:r w:rsidR="005528E2">
        <w:br/>
      </w:r>
    </w:p>
    <w:p w14:paraId="49446C2D" w14:textId="2EB03E09" w:rsidR="005528E2" w:rsidRDefault="005071A0" w:rsidP="00872099">
      <w:pPr>
        <w:pStyle w:val="ListParagraph"/>
        <w:numPr>
          <w:ilvl w:val="0"/>
          <w:numId w:val="27"/>
        </w:numPr>
      </w:pPr>
      <w:r>
        <w:t>Click into the PC, go to the Desktop, and open the Terminal application.  The default configuration should match the Router’s console connection 9600 8-N-1 (9600 bits per second, 8 data bits, no parity, and 1 stop bit).  There is also no flow control.</w:t>
      </w:r>
      <w:r w:rsidR="007A6521">
        <w:t xml:space="preserve">   Click OK, and you should see the same CLI view on the laptop as you did on the router.</w:t>
      </w:r>
    </w:p>
    <w:p w14:paraId="3A489B23" w14:textId="72C4AB85" w:rsidR="005D1B74" w:rsidRDefault="005D1B74" w:rsidP="005D1B74">
      <w:pPr>
        <w:pStyle w:val="ListParagraph"/>
      </w:pPr>
    </w:p>
    <w:p w14:paraId="7DF4FB4F" w14:textId="3CFFEB6B" w:rsidR="006242CA" w:rsidRDefault="00550E90" w:rsidP="006242CA">
      <w:pPr>
        <w:pStyle w:val="ListParagraph"/>
        <w:numPr>
          <w:ilvl w:val="0"/>
          <w:numId w:val="27"/>
        </w:numPr>
      </w:pPr>
      <w:r>
        <w:t xml:space="preserve">Cisco routers can also enable remote connections via </w:t>
      </w:r>
      <w:r w:rsidR="00CF7E59">
        <w:t>Secure Shell (</w:t>
      </w:r>
      <w:r>
        <w:t>SSH</w:t>
      </w:r>
      <w:r w:rsidR="00CF7E59">
        <w:t>)</w:t>
      </w:r>
      <w:r>
        <w:t xml:space="preserve">.  </w:t>
      </w:r>
      <w:r w:rsidR="00CF7E59">
        <w:t>There are a few steps that need to be performed to setup the SSH.  On Linux/Windows, these are done for you during installation</w:t>
      </w:r>
      <w:r w:rsidR="00EA042C">
        <w:t>, but we need to do them manually:</w:t>
      </w:r>
    </w:p>
    <w:p w14:paraId="68DFF1F1" w14:textId="77777777" w:rsidR="00EA042C" w:rsidRDefault="00EA042C" w:rsidP="00EA042C">
      <w:pPr>
        <w:pStyle w:val="ListParagraph"/>
      </w:pPr>
    </w:p>
    <w:p w14:paraId="3F22B223" w14:textId="77777777" w:rsidR="00155C8B" w:rsidRDefault="00EA042C" w:rsidP="00227C62">
      <w:pPr>
        <w:pStyle w:val="ListParagraph"/>
        <w:numPr>
          <w:ilvl w:val="1"/>
          <w:numId w:val="27"/>
        </w:numPr>
      </w:pPr>
      <w:r>
        <w:t>Add a “domain name” to your configuration: “domain.com”</w:t>
      </w:r>
    </w:p>
    <w:p w14:paraId="059AACF6" w14:textId="763B1E96" w:rsidR="00227C62" w:rsidRDefault="005422E0" w:rsidP="005422E0">
      <w:pPr>
        <w:pStyle w:val="Example"/>
        <w:numPr>
          <w:ilvl w:val="0"/>
          <w:numId w:val="0"/>
        </w:numPr>
        <w:ind w:left="1080" w:firstLine="360"/>
      </w:pPr>
      <w:proofErr w:type="spellStart"/>
      <w:r>
        <w:t>RouterLA</w:t>
      </w:r>
      <w:proofErr w:type="spellEnd"/>
      <w:r>
        <w:t xml:space="preserve">(config)# </w:t>
      </w:r>
      <w:proofErr w:type="spellStart"/>
      <w:r>
        <w:t>ip</w:t>
      </w:r>
      <w:proofErr w:type="spellEnd"/>
      <w:r>
        <w:t xml:space="preserve"> domain-name domain.com</w:t>
      </w:r>
      <w:r w:rsidR="00227C62">
        <w:br/>
      </w:r>
    </w:p>
    <w:p w14:paraId="6FA92B41" w14:textId="77777777" w:rsidR="005422E0" w:rsidRDefault="00227C62" w:rsidP="00227C62">
      <w:pPr>
        <w:pStyle w:val="ListParagraph"/>
        <w:numPr>
          <w:ilvl w:val="1"/>
          <w:numId w:val="27"/>
        </w:numPr>
      </w:pPr>
      <w:r>
        <w:t xml:space="preserve">Create a </w:t>
      </w:r>
      <w:proofErr w:type="gramStart"/>
      <w:r>
        <w:t>user name</w:t>
      </w:r>
      <w:proofErr w:type="gramEnd"/>
      <w:r>
        <w:t xml:space="preserve"> and password for remote access:</w:t>
      </w:r>
    </w:p>
    <w:p w14:paraId="6CBC0F0F" w14:textId="2E2A101F" w:rsidR="00227C62" w:rsidRDefault="005422E0" w:rsidP="005422E0">
      <w:pPr>
        <w:pStyle w:val="Example"/>
        <w:numPr>
          <w:ilvl w:val="0"/>
          <w:numId w:val="0"/>
        </w:numPr>
        <w:ind w:left="1080" w:firstLine="360"/>
      </w:pPr>
      <w:proofErr w:type="spellStart"/>
      <w:r>
        <w:t>RouterLA</w:t>
      </w:r>
      <w:proofErr w:type="spellEnd"/>
      <w:r>
        <w:t>(config)</w:t>
      </w:r>
      <w:r w:rsidR="004C25DD">
        <w:t># username admin password cisco</w:t>
      </w:r>
    </w:p>
    <w:p w14:paraId="190A9FED" w14:textId="77777777" w:rsidR="00227C62" w:rsidRDefault="00227C62" w:rsidP="00227C62">
      <w:pPr>
        <w:pStyle w:val="ListParagraph"/>
      </w:pPr>
    </w:p>
    <w:p w14:paraId="6237FDA5" w14:textId="251B4093" w:rsidR="00227C62" w:rsidRPr="004C25DD" w:rsidRDefault="00791B99" w:rsidP="00227C62">
      <w:pPr>
        <w:pStyle w:val="ListParagraph"/>
        <w:numPr>
          <w:ilvl w:val="1"/>
          <w:numId w:val="27"/>
        </w:numPr>
        <w:rPr>
          <w:rStyle w:val="ExampleChar"/>
        </w:rPr>
      </w:pPr>
      <w:r>
        <w:lastRenderedPageBreak/>
        <w:t xml:space="preserve">Generate the public and private RSA </w:t>
      </w:r>
      <w:proofErr w:type="gramStart"/>
      <w:r>
        <w:t>crypto-keys</w:t>
      </w:r>
      <w:proofErr w:type="gramEnd"/>
      <w:r>
        <w:t>:</w:t>
      </w:r>
      <w:r>
        <w:br/>
      </w:r>
      <w:proofErr w:type="spellStart"/>
      <w:r w:rsidR="004C25DD">
        <w:rPr>
          <w:rStyle w:val="ExampleChar"/>
        </w:rPr>
        <w:t>RouterLA</w:t>
      </w:r>
      <w:proofErr w:type="spellEnd"/>
      <w:r w:rsidR="004C25DD">
        <w:rPr>
          <w:rStyle w:val="ExampleChar"/>
        </w:rPr>
        <w:t xml:space="preserve">(config)# crypto key generate </w:t>
      </w:r>
      <w:proofErr w:type="spellStart"/>
      <w:r w:rsidR="004C25DD">
        <w:rPr>
          <w:rStyle w:val="ExampleChar"/>
        </w:rPr>
        <w:t>rsa</w:t>
      </w:r>
      <w:proofErr w:type="spellEnd"/>
    </w:p>
    <w:p w14:paraId="3F3E5D57" w14:textId="77777777" w:rsidR="00791B99" w:rsidRDefault="00791B99" w:rsidP="00791B99">
      <w:pPr>
        <w:pStyle w:val="ListParagraph"/>
      </w:pPr>
    </w:p>
    <w:p w14:paraId="2D8AC1ED" w14:textId="441BB1AE" w:rsidR="00791B99" w:rsidRPr="004C25DD" w:rsidRDefault="00791B99" w:rsidP="00227C62">
      <w:pPr>
        <w:pStyle w:val="ListParagraph"/>
        <w:numPr>
          <w:ilvl w:val="1"/>
          <w:numId w:val="27"/>
        </w:numPr>
        <w:rPr>
          <w:rStyle w:val="ExampleChar"/>
        </w:rPr>
      </w:pPr>
      <w:r>
        <w:t>Enable version 2 of the SSH protocol:</w:t>
      </w:r>
      <w:r>
        <w:br/>
      </w:r>
      <w:proofErr w:type="spellStart"/>
      <w:r w:rsidR="004C25DD">
        <w:rPr>
          <w:rStyle w:val="ExampleChar"/>
        </w:rPr>
        <w:t>RouterLA</w:t>
      </w:r>
      <w:proofErr w:type="spellEnd"/>
      <w:r w:rsidR="004C25DD">
        <w:rPr>
          <w:rStyle w:val="ExampleChar"/>
        </w:rPr>
        <w:t xml:space="preserve">(config) </w:t>
      </w:r>
      <w:proofErr w:type="spellStart"/>
      <w:r w:rsidR="004C25DD">
        <w:rPr>
          <w:rStyle w:val="ExampleChar"/>
        </w:rPr>
        <w:t>ip</w:t>
      </w:r>
      <w:proofErr w:type="spellEnd"/>
      <w:r w:rsidR="004C25DD">
        <w:rPr>
          <w:rStyle w:val="ExampleChar"/>
        </w:rPr>
        <w:t xml:space="preserve"> </w:t>
      </w:r>
      <w:proofErr w:type="spellStart"/>
      <w:r w:rsidR="004C25DD">
        <w:rPr>
          <w:rStyle w:val="ExampleChar"/>
        </w:rPr>
        <w:t>ssh</w:t>
      </w:r>
      <w:proofErr w:type="spellEnd"/>
      <w:r w:rsidR="004C25DD">
        <w:rPr>
          <w:rStyle w:val="ExampleChar"/>
        </w:rPr>
        <w:t xml:space="preserve"> version 2</w:t>
      </w:r>
    </w:p>
    <w:p w14:paraId="36966BA7" w14:textId="50A06CFC" w:rsidR="000B42FA" w:rsidRDefault="000B42FA" w:rsidP="000B42FA">
      <w:pPr>
        <w:pStyle w:val="ListParagraph"/>
        <w:ind w:left="1440"/>
      </w:pPr>
      <w:r>
        <w:t>Repeat previous instruction</w:t>
      </w:r>
      <w:r w:rsidR="002422CA">
        <w:t>s</w:t>
      </w:r>
      <w:r>
        <w:t xml:space="preserve"> to generate a sufficiently long key.  </w:t>
      </w:r>
    </w:p>
    <w:p w14:paraId="129B5C7D" w14:textId="77777777" w:rsidR="000B42FA" w:rsidRDefault="000B42FA" w:rsidP="00791B99">
      <w:pPr>
        <w:pStyle w:val="ListParagraph"/>
      </w:pPr>
    </w:p>
    <w:p w14:paraId="4EB62B82" w14:textId="0001E820" w:rsidR="00791B99" w:rsidRPr="00705836" w:rsidRDefault="00791B99" w:rsidP="00227C62">
      <w:pPr>
        <w:pStyle w:val="ListParagraph"/>
        <w:numPr>
          <w:ilvl w:val="1"/>
          <w:numId w:val="27"/>
        </w:numPr>
        <w:rPr>
          <w:rStyle w:val="ExampleChar"/>
        </w:rPr>
      </w:pPr>
      <w:r>
        <w:t>Enable login</w:t>
      </w:r>
      <w:r w:rsidR="00705836">
        <w:t xml:space="preserve"> on first 16 virtual terminals</w:t>
      </w:r>
      <w:r>
        <w:t>:</w:t>
      </w:r>
      <w:r>
        <w:br/>
      </w:r>
      <w:proofErr w:type="spellStart"/>
      <w:r w:rsidR="004C25DD" w:rsidRPr="00705836">
        <w:rPr>
          <w:rStyle w:val="ExampleChar"/>
        </w:rPr>
        <w:t>RouterLA</w:t>
      </w:r>
      <w:proofErr w:type="spellEnd"/>
      <w:r w:rsidR="004C25DD" w:rsidRPr="00705836">
        <w:rPr>
          <w:rStyle w:val="ExampleChar"/>
        </w:rPr>
        <w:t>(config)</w:t>
      </w:r>
      <w:r w:rsidR="00705836" w:rsidRPr="00705836">
        <w:rPr>
          <w:rStyle w:val="ExampleChar"/>
        </w:rPr>
        <w:t>#</w:t>
      </w:r>
      <w:r w:rsidR="004C25DD" w:rsidRPr="00705836">
        <w:rPr>
          <w:rStyle w:val="ExampleChar"/>
        </w:rPr>
        <w:t xml:space="preserve"> </w:t>
      </w:r>
      <w:r w:rsidR="00705836" w:rsidRPr="00705836">
        <w:rPr>
          <w:rStyle w:val="ExampleChar"/>
        </w:rPr>
        <w:t xml:space="preserve">line </w:t>
      </w:r>
      <w:proofErr w:type="spellStart"/>
      <w:r w:rsidR="00705836" w:rsidRPr="00705836">
        <w:rPr>
          <w:rStyle w:val="ExampleChar"/>
        </w:rPr>
        <w:t>vty</w:t>
      </w:r>
      <w:proofErr w:type="spellEnd"/>
      <w:r w:rsidR="00705836" w:rsidRPr="00705836">
        <w:rPr>
          <w:rStyle w:val="ExampleChar"/>
        </w:rPr>
        <w:t xml:space="preserve"> 0 15</w:t>
      </w:r>
      <w:r w:rsidR="00705836" w:rsidRPr="00705836">
        <w:rPr>
          <w:rStyle w:val="ExampleChar"/>
        </w:rPr>
        <w:br/>
      </w:r>
      <w:proofErr w:type="spellStart"/>
      <w:r w:rsidR="00705836" w:rsidRPr="00705836">
        <w:rPr>
          <w:rStyle w:val="ExampleChar"/>
        </w:rPr>
        <w:t>RouterLA</w:t>
      </w:r>
      <w:proofErr w:type="spellEnd"/>
      <w:r w:rsidR="00705836" w:rsidRPr="00705836">
        <w:rPr>
          <w:rStyle w:val="ExampleChar"/>
        </w:rPr>
        <w:t>(config-</w:t>
      </w:r>
      <w:proofErr w:type="gramStart"/>
      <w:r w:rsidR="00705836" w:rsidRPr="00705836">
        <w:rPr>
          <w:rStyle w:val="ExampleChar"/>
        </w:rPr>
        <w:t>line)#</w:t>
      </w:r>
      <w:proofErr w:type="gramEnd"/>
      <w:r w:rsidR="00705836" w:rsidRPr="00705836">
        <w:rPr>
          <w:rStyle w:val="ExampleChar"/>
        </w:rPr>
        <w:t xml:space="preserve"> login local</w:t>
      </w:r>
    </w:p>
    <w:p w14:paraId="420093B6" w14:textId="77777777" w:rsidR="00791B99" w:rsidRDefault="00791B99" w:rsidP="00791B99">
      <w:pPr>
        <w:pStyle w:val="ListParagraph"/>
      </w:pPr>
    </w:p>
    <w:p w14:paraId="7BF6B166" w14:textId="6CE6CA7A" w:rsidR="00791B99" w:rsidRPr="00705836" w:rsidRDefault="00791B99" w:rsidP="00227C62">
      <w:pPr>
        <w:pStyle w:val="ListParagraph"/>
        <w:numPr>
          <w:ilvl w:val="1"/>
          <w:numId w:val="27"/>
        </w:numPr>
        <w:rPr>
          <w:rStyle w:val="ExampleChar"/>
        </w:rPr>
      </w:pPr>
      <w:r>
        <w:t xml:space="preserve">Enable </w:t>
      </w:r>
      <w:proofErr w:type="spellStart"/>
      <w:r>
        <w:t>ssh</w:t>
      </w:r>
      <w:proofErr w:type="spellEnd"/>
      <w:r>
        <w:t xml:space="preserve"> transport (but do not enable telnet!)</w:t>
      </w:r>
      <w:r>
        <w:br/>
      </w:r>
      <w:proofErr w:type="spellStart"/>
      <w:r w:rsidR="00705836" w:rsidRPr="00705836">
        <w:rPr>
          <w:rStyle w:val="ExampleChar"/>
        </w:rPr>
        <w:t>RouterLA</w:t>
      </w:r>
      <w:proofErr w:type="spellEnd"/>
      <w:r w:rsidR="00705836" w:rsidRPr="00705836">
        <w:rPr>
          <w:rStyle w:val="ExampleChar"/>
        </w:rPr>
        <w:t>(config-</w:t>
      </w:r>
      <w:proofErr w:type="gramStart"/>
      <w:r w:rsidR="00705836" w:rsidRPr="00705836">
        <w:rPr>
          <w:rStyle w:val="ExampleChar"/>
        </w:rPr>
        <w:t>line)#</w:t>
      </w:r>
      <w:proofErr w:type="gramEnd"/>
      <w:r w:rsidR="00705836" w:rsidRPr="00705836">
        <w:rPr>
          <w:rStyle w:val="ExampleChar"/>
        </w:rPr>
        <w:t xml:space="preserve"> transport input </w:t>
      </w:r>
      <w:proofErr w:type="spellStart"/>
      <w:r w:rsidR="00705836" w:rsidRPr="00705836">
        <w:rPr>
          <w:rStyle w:val="ExampleChar"/>
        </w:rPr>
        <w:t>ssh</w:t>
      </w:r>
      <w:proofErr w:type="spellEnd"/>
    </w:p>
    <w:p w14:paraId="7EFFD615" w14:textId="77777777" w:rsidR="00791B99" w:rsidRDefault="00791B99" w:rsidP="00791B99">
      <w:pPr>
        <w:pStyle w:val="ListParagraph"/>
      </w:pPr>
    </w:p>
    <w:p w14:paraId="2AAE625A" w14:textId="4DB94361" w:rsidR="00791B99" w:rsidRPr="00705836" w:rsidRDefault="00155C8B" w:rsidP="00155C8B">
      <w:pPr>
        <w:pStyle w:val="ListParagraph"/>
        <w:numPr>
          <w:ilvl w:val="1"/>
          <w:numId w:val="27"/>
        </w:numPr>
        <w:rPr>
          <w:rStyle w:val="ExampleChar"/>
        </w:rPr>
      </w:pPr>
      <w:r>
        <w:t>Enable encrypted passwords using the “password-encryption service”</w:t>
      </w:r>
      <w:r>
        <w:br/>
      </w:r>
      <w:proofErr w:type="spellStart"/>
      <w:r w:rsidR="00705836" w:rsidRPr="00705836">
        <w:rPr>
          <w:rStyle w:val="ExampleChar"/>
        </w:rPr>
        <w:t>RouterLA</w:t>
      </w:r>
      <w:proofErr w:type="spellEnd"/>
      <w:r w:rsidR="00705836" w:rsidRPr="00705836">
        <w:rPr>
          <w:rStyle w:val="ExampleChar"/>
        </w:rPr>
        <w:t>(config)# service password-encryption</w:t>
      </w:r>
      <w:r w:rsidR="007162B0">
        <w:rPr>
          <w:rStyle w:val="ExampleChar"/>
        </w:rPr>
        <w:br/>
      </w:r>
    </w:p>
    <w:p w14:paraId="73EF704B" w14:textId="31A8499F" w:rsidR="005805CD" w:rsidRDefault="005805CD" w:rsidP="005805CD">
      <w:pPr>
        <w:pStyle w:val="ListParagraph"/>
        <w:numPr>
          <w:ilvl w:val="1"/>
          <w:numId w:val="27"/>
        </w:numPr>
      </w:pPr>
      <w:r>
        <w:t>Verify you can connect locally before saving the configuration!</w:t>
      </w:r>
      <w:r w:rsidR="000525D9">
        <w:br/>
      </w:r>
      <w:proofErr w:type="spellStart"/>
      <w:r w:rsidR="000525D9" w:rsidRPr="00705836">
        <w:rPr>
          <w:rStyle w:val="ExampleChar"/>
        </w:rPr>
        <w:t>RouterLA</w:t>
      </w:r>
      <w:proofErr w:type="spellEnd"/>
      <w:r w:rsidR="000525D9" w:rsidRPr="00705836">
        <w:rPr>
          <w:rStyle w:val="ExampleChar"/>
        </w:rPr>
        <w:t xml:space="preserve"># </w:t>
      </w:r>
      <w:proofErr w:type="spellStart"/>
      <w:r w:rsidR="000525D9">
        <w:rPr>
          <w:rStyle w:val="ExampleChar"/>
        </w:rPr>
        <w:t>ssh</w:t>
      </w:r>
      <w:proofErr w:type="spellEnd"/>
      <w:r w:rsidR="000525D9">
        <w:rPr>
          <w:rStyle w:val="ExampleChar"/>
        </w:rPr>
        <w:t xml:space="preserve"> -l </w:t>
      </w:r>
      <w:r w:rsidR="009A2256">
        <w:rPr>
          <w:rStyle w:val="ExampleChar"/>
        </w:rPr>
        <w:t>admin 10.1.1.1</w:t>
      </w:r>
      <w:r w:rsidR="009A2256">
        <w:rPr>
          <w:rStyle w:val="ExampleChar"/>
        </w:rPr>
        <w:br/>
      </w:r>
      <w:r w:rsidR="009A2256">
        <w:rPr>
          <w:rStyle w:val="ExampleChar"/>
        </w:rPr>
        <w:br/>
        <w:t>Lab 1 Router1</w:t>
      </w:r>
      <w:r w:rsidR="009A2256">
        <w:rPr>
          <w:rStyle w:val="ExampleChar"/>
        </w:rPr>
        <w:br/>
      </w:r>
      <w:r w:rsidR="009A2256">
        <w:rPr>
          <w:rStyle w:val="ExampleChar"/>
        </w:rPr>
        <w:br/>
        <w:t>Password: &lt;enter cisco&gt;</w:t>
      </w:r>
      <w:r w:rsidR="009A2256">
        <w:rPr>
          <w:rStyle w:val="ExampleChar"/>
        </w:rPr>
        <w:br/>
      </w:r>
      <w:r w:rsidR="009A2256">
        <w:rPr>
          <w:rStyle w:val="ExampleChar"/>
        </w:rPr>
        <w:br/>
        <w:t>Welcome to Router1</w:t>
      </w:r>
      <w:r w:rsidR="009A2256">
        <w:rPr>
          <w:rStyle w:val="ExampleChar"/>
        </w:rPr>
        <w:br/>
      </w:r>
      <w:r w:rsidR="009A2256">
        <w:rPr>
          <w:rStyle w:val="ExampleChar"/>
        </w:rPr>
        <w:br/>
      </w:r>
      <w:proofErr w:type="spellStart"/>
      <w:r w:rsidR="009A2256">
        <w:rPr>
          <w:rStyle w:val="ExampleChar"/>
        </w:rPr>
        <w:t>routerLA</w:t>
      </w:r>
      <w:proofErr w:type="spellEnd"/>
      <w:r w:rsidR="009A2256">
        <w:rPr>
          <w:rStyle w:val="ExampleChar"/>
        </w:rPr>
        <w:t>&gt;</w:t>
      </w:r>
    </w:p>
    <w:p w14:paraId="2D3C3A6D" w14:textId="77777777" w:rsidR="005805CD" w:rsidRDefault="005805CD" w:rsidP="005805CD">
      <w:pPr>
        <w:ind w:left="720"/>
      </w:pPr>
    </w:p>
    <w:p w14:paraId="36C3710C" w14:textId="31E5959B" w:rsidR="00F044F5" w:rsidRDefault="000A69E6" w:rsidP="000A69E6">
      <w:pPr>
        <w:ind w:left="720"/>
      </w:pPr>
      <w:r>
        <w:t>Save your configuration to “startup-config” and r</w:t>
      </w:r>
      <w:r w:rsidR="00705836">
        <w:t>epeat these steps on the New York router.</w:t>
      </w:r>
      <w:r w:rsidR="009539D9">
        <w:t xml:space="preserve">  Verify you can connect to New York from </w:t>
      </w:r>
      <w:r w:rsidR="00E204CF">
        <w:t xml:space="preserve">itself, then use New York to </w:t>
      </w:r>
      <w:proofErr w:type="spellStart"/>
      <w:r w:rsidR="00E204CF">
        <w:t>ssh</w:t>
      </w:r>
      <w:proofErr w:type="spellEnd"/>
      <w:r w:rsidR="00E204CF">
        <w:t xml:space="preserve"> into LA, and use LA to </w:t>
      </w:r>
      <w:proofErr w:type="spellStart"/>
      <w:r w:rsidR="00E204CF">
        <w:t>ssh</w:t>
      </w:r>
      <w:proofErr w:type="spellEnd"/>
      <w:r w:rsidR="00E204CF">
        <w:t xml:space="preserve"> into NY.</w:t>
      </w:r>
    </w:p>
    <w:p w14:paraId="369DA8A2" w14:textId="037CF9B2" w:rsidR="00FA2A68" w:rsidRDefault="00FA2A68">
      <w:r>
        <w:br w:type="page"/>
      </w:r>
    </w:p>
    <w:p w14:paraId="6C83E2ED" w14:textId="7500FEC8" w:rsidR="000A69E6" w:rsidRDefault="00DF3C18" w:rsidP="00DF3C18">
      <w:pPr>
        <w:pStyle w:val="Heading1"/>
      </w:pPr>
      <w:r>
        <w:lastRenderedPageBreak/>
        <w:t xml:space="preserve">Part 4 </w:t>
      </w:r>
      <w:r w:rsidR="00536980">
        <w:t>–</w:t>
      </w:r>
      <w:r>
        <w:t xml:space="preserve"> </w:t>
      </w:r>
      <w:r w:rsidR="006F2E88">
        <w:t>Routers, Switches, PCs, and Servers</w:t>
      </w:r>
    </w:p>
    <w:p w14:paraId="6AAD1143" w14:textId="7370C26D" w:rsidR="00C3604A" w:rsidRDefault="006F2E88" w:rsidP="00536980">
      <w:r>
        <w:t xml:space="preserve">In this activity, we </w:t>
      </w:r>
      <w:r w:rsidR="00C3604A">
        <w:t>explore using different types of devices in Packet Tracer.  Configuration steps that we’ve explored are not provided in the same detail.</w:t>
      </w:r>
    </w:p>
    <w:p w14:paraId="0FA308B4" w14:textId="698D4AB2" w:rsidR="00C3604A" w:rsidRDefault="00C3604A" w:rsidP="00536980"/>
    <w:p w14:paraId="6C779010" w14:textId="735BC176" w:rsidR="00766CDB" w:rsidRPr="00766CDB" w:rsidRDefault="00766CDB" w:rsidP="00536980">
      <w:pPr>
        <w:rPr>
          <w:b/>
          <w:bCs/>
        </w:rPr>
      </w:pPr>
      <w:r w:rsidRPr="00766CDB">
        <w:rPr>
          <w:b/>
          <w:bCs/>
        </w:rPr>
        <w:t>Add Routers</w:t>
      </w:r>
    </w:p>
    <w:p w14:paraId="788A347F" w14:textId="18BD502E" w:rsidR="00C3604A" w:rsidRDefault="00C3604A" w:rsidP="00C3604A">
      <w:pPr>
        <w:pStyle w:val="ListParagraph"/>
        <w:numPr>
          <w:ilvl w:val="0"/>
          <w:numId w:val="28"/>
        </w:numPr>
      </w:pPr>
      <w:r>
        <w:t>Place a Cisco 2811 Router onto the canvas</w:t>
      </w:r>
    </w:p>
    <w:p w14:paraId="17EFEC57" w14:textId="256511FB" w:rsidR="00545C93" w:rsidRDefault="00B8067D" w:rsidP="00BE6B16">
      <w:pPr>
        <w:pStyle w:val="ListParagraph"/>
        <w:numPr>
          <w:ilvl w:val="0"/>
          <w:numId w:val="28"/>
        </w:numPr>
      </w:pPr>
      <w:r>
        <w:t>Open the Physical view of the router</w:t>
      </w:r>
    </w:p>
    <w:p w14:paraId="16F2590F" w14:textId="77777777" w:rsidR="00766CDB" w:rsidRDefault="00766CDB" w:rsidP="00766CDB">
      <w:pPr>
        <w:rPr>
          <w:b/>
          <w:bCs/>
        </w:rPr>
      </w:pPr>
    </w:p>
    <w:p w14:paraId="25737C53" w14:textId="6A4F5124" w:rsidR="00766CDB" w:rsidRDefault="00766CDB" w:rsidP="00766CDB">
      <w:pPr>
        <w:rPr>
          <w:b/>
          <w:bCs/>
        </w:rPr>
      </w:pPr>
      <w:r>
        <w:rPr>
          <w:b/>
          <w:bCs/>
        </w:rPr>
        <w:t>Add Switches</w:t>
      </w:r>
    </w:p>
    <w:p w14:paraId="7FE8B0DC" w14:textId="46257EDF" w:rsidR="00766CDB" w:rsidRDefault="004C0C48" w:rsidP="00766CDB">
      <w:pPr>
        <w:pStyle w:val="ListParagraph"/>
        <w:numPr>
          <w:ilvl w:val="0"/>
          <w:numId w:val="28"/>
        </w:numPr>
      </w:pPr>
      <w:r>
        <w:t>Place two 2960-24TT s</w:t>
      </w:r>
      <w:r w:rsidR="00CF3DF0">
        <w:t>w</w:t>
      </w:r>
      <w:r>
        <w:t xml:space="preserve">itches onto the canvas. </w:t>
      </w:r>
    </w:p>
    <w:p w14:paraId="3C6FC1A4" w14:textId="50DD3363" w:rsidR="005A4B6E" w:rsidRDefault="005A4B6E" w:rsidP="00766CDB">
      <w:pPr>
        <w:pStyle w:val="ListParagraph"/>
        <w:numPr>
          <w:ilvl w:val="0"/>
          <w:numId w:val="28"/>
        </w:numPr>
      </w:pPr>
      <w:r>
        <w:t xml:space="preserve">Connect </w:t>
      </w:r>
      <w:r w:rsidR="00CF3DF0">
        <w:t>one switch to each of the routers using the automatic connection tool.</w:t>
      </w:r>
    </w:p>
    <w:p w14:paraId="51092DA9" w14:textId="0B632F86" w:rsidR="00CF3DF0" w:rsidRDefault="00CF3DF0" w:rsidP="00CF3DF0"/>
    <w:p w14:paraId="7722D5AF" w14:textId="78ECBE02" w:rsidR="00CF3DF0" w:rsidRDefault="00CF3DF0" w:rsidP="00CF3DF0">
      <w:r>
        <w:rPr>
          <w:b/>
          <w:bCs/>
        </w:rPr>
        <w:t>Add PCs and Servers</w:t>
      </w:r>
    </w:p>
    <w:p w14:paraId="2D42449E" w14:textId="0DD27BD2" w:rsidR="00CF3DF0" w:rsidRDefault="00CF3DF0" w:rsidP="00CF3DF0">
      <w:pPr>
        <w:pStyle w:val="ListParagraph"/>
        <w:numPr>
          <w:ilvl w:val="0"/>
          <w:numId w:val="28"/>
        </w:numPr>
      </w:pPr>
      <w:r>
        <w:t>Add a PC to one switch/router</w:t>
      </w:r>
    </w:p>
    <w:p w14:paraId="41B9FA2A" w14:textId="70428E91" w:rsidR="00CF3DF0" w:rsidRDefault="00CF3DF0" w:rsidP="00CF3DF0">
      <w:pPr>
        <w:pStyle w:val="ListParagraph"/>
        <w:numPr>
          <w:ilvl w:val="0"/>
          <w:numId w:val="28"/>
        </w:numPr>
      </w:pPr>
      <w:r>
        <w:t>Add a server to the other switch/router</w:t>
      </w:r>
    </w:p>
    <w:p w14:paraId="44645214" w14:textId="25ED0399" w:rsidR="00BE6B16" w:rsidRDefault="00BE6B16" w:rsidP="00BE6B16"/>
    <w:p w14:paraId="11F676D9" w14:textId="39BEEA0C" w:rsidR="00BE6B16" w:rsidRDefault="00BE6B16" w:rsidP="00BE6B16">
      <w:r>
        <w:rPr>
          <w:b/>
          <w:bCs/>
        </w:rPr>
        <w:t>Configure Routers</w:t>
      </w:r>
    </w:p>
    <w:p w14:paraId="78D281D8" w14:textId="77777777" w:rsidR="00BE6B16" w:rsidRDefault="00BE6B16" w:rsidP="00BE6B16">
      <w:pPr>
        <w:pStyle w:val="ListParagraph"/>
        <w:numPr>
          <w:ilvl w:val="0"/>
          <w:numId w:val="28"/>
        </w:numPr>
      </w:pPr>
      <w:r>
        <w:t>Turn the power off</w:t>
      </w:r>
    </w:p>
    <w:p w14:paraId="3ECC24BE" w14:textId="77777777" w:rsidR="00BE6B16" w:rsidRDefault="00BE6B16" w:rsidP="00BE6B16">
      <w:pPr>
        <w:pStyle w:val="ListParagraph"/>
        <w:numPr>
          <w:ilvl w:val="0"/>
          <w:numId w:val="28"/>
        </w:numPr>
      </w:pPr>
      <w:r>
        <w:t>Find the WIC-2T module and drag it onto the upper-left of the four slots</w:t>
      </w:r>
    </w:p>
    <w:p w14:paraId="38AA6ECE" w14:textId="77777777" w:rsidR="00BE6B16" w:rsidRDefault="00BE6B16" w:rsidP="00BE6B16">
      <w:pPr>
        <w:pStyle w:val="ListParagraph"/>
        <w:numPr>
          <w:ilvl w:val="0"/>
          <w:numId w:val="28"/>
        </w:numPr>
      </w:pPr>
      <w:r>
        <w:t>Find the HWIC-4ESW module and drag it onto the lower-left of the four slots</w:t>
      </w:r>
    </w:p>
    <w:p w14:paraId="7D69B03F" w14:textId="77777777" w:rsidR="00BE6B16" w:rsidRDefault="00BE6B16" w:rsidP="00BE6B16">
      <w:pPr>
        <w:pStyle w:val="ListParagraph"/>
        <w:numPr>
          <w:ilvl w:val="0"/>
          <w:numId w:val="28"/>
        </w:numPr>
      </w:pPr>
      <w:r>
        <w:t>Turn on the power to the router</w:t>
      </w:r>
    </w:p>
    <w:p w14:paraId="5A9B51CD" w14:textId="77777777" w:rsidR="00BE6B16" w:rsidRDefault="00BE6B16" w:rsidP="00BE6B16">
      <w:pPr>
        <w:pStyle w:val="ListParagraph"/>
        <w:numPr>
          <w:ilvl w:val="0"/>
          <w:numId w:val="28"/>
        </w:numPr>
      </w:pPr>
      <w:r>
        <w:t>Close the viewer</w:t>
      </w:r>
    </w:p>
    <w:p w14:paraId="139E1B7D" w14:textId="77777777" w:rsidR="00BE6B16" w:rsidRDefault="00BE6B16" w:rsidP="00BE6B16">
      <w:pPr>
        <w:pStyle w:val="ListParagraph"/>
        <w:numPr>
          <w:ilvl w:val="0"/>
          <w:numId w:val="28"/>
        </w:numPr>
      </w:pPr>
      <w:r>
        <w:t xml:space="preserve">Use copy and paste to make a new router </w:t>
      </w:r>
    </w:p>
    <w:p w14:paraId="3391411C" w14:textId="06BA5C4C" w:rsidR="00BE6B16" w:rsidRDefault="00BE6B16" w:rsidP="00BE6B16">
      <w:pPr>
        <w:pStyle w:val="ListParagraph"/>
        <w:numPr>
          <w:ilvl w:val="0"/>
          <w:numId w:val="28"/>
        </w:numPr>
      </w:pPr>
      <w:r>
        <w:t xml:space="preserve">Go to connections, add a connection between the routers, it should be the red serial type connection.  If it is not, delete it, and use the manual “serial </w:t>
      </w:r>
      <w:proofErr w:type="spellStart"/>
      <w:r>
        <w:t>dte</w:t>
      </w:r>
      <w:proofErr w:type="spellEnd"/>
      <w:r>
        <w:t xml:space="preserve">” connection (looks like a red lightning bolt).  Mine are connecting Serial0/3/0 on both routers.  </w:t>
      </w:r>
    </w:p>
    <w:p w14:paraId="667B9993" w14:textId="36738E40" w:rsidR="00BE6B16" w:rsidRDefault="00BE6B16" w:rsidP="00BE6B16">
      <w:pPr>
        <w:pStyle w:val="ListParagraph"/>
        <w:numPr>
          <w:ilvl w:val="0"/>
          <w:numId w:val="28"/>
        </w:numPr>
      </w:pPr>
      <w:r>
        <w:t xml:space="preserve">Configure one of the routers </w:t>
      </w:r>
    </w:p>
    <w:p w14:paraId="0A250166" w14:textId="4653A5F4" w:rsidR="00EB0AE4" w:rsidRDefault="00EB0AE4" w:rsidP="00EB0AE4">
      <w:pPr>
        <w:pStyle w:val="ListParagraph"/>
        <w:numPr>
          <w:ilvl w:val="1"/>
          <w:numId w:val="28"/>
        </w:numPr>
      </w:pPr>
      <w:r>
        <w:t>Rename the object on the canvas “</w:t>
      </w:r>
      <w:proofErr w:type="spellStart"/>
      <w:r>
        <w:t>RouterLA</w:t>
      </w:r>
      <w:proofErr w:type="spellEnd"/>
      <w:r>
        <w:t>”</w:t>
      </w:r>
    </w:p>
    <w:p w14:paraId="2EBF8467" w14:textId="77777777" w:rsidR="00BE6B16" w:rsidRDefault="00BE6B16" w:rsidP="00BE6B16">
      <w:pPr>
        <w:pStyle w:val="ListParagraph"/>
        <w:numPr>
          <w:ilvl w:val="1"/>
          <w:numId w:val="28"/>
        </w:numPr>
      </w:pPr>
      <w:r>
        <w:t>Enable secret password “cisco”</w:t>
      </w:r>
    </w:p>
    <w:p w14:paraId="044741C2" w14:textId="77777777" w:rsidR="00BE6B16" w:rsidRDefault="00BE6B16" w:rsidP="00BE6B16">
      <w:pPr>
        <w:pStyle w:val="ListParagraph"/>
        <w:numPr>
          <w:ilvl w:val="1"/>
          <w:numId w:val="28"/>
        </w:numPr>
      </w:pPr>
      <w:r>
        <w:t>Set hostname to “</w:t>
      </w:r>
      <w:proofErr w:type="spellStart"/>
      <w:r>
        <w:t>RouterLA</w:t>
      </w:r>
      <w:proofErr w:type="spellEnd"/>
      <w:r>
        <w:t>”</w:t>
      </w:r>
    </w:p>
    <w:p w14:paraId="3CB256E4" w14:textId="77777777" w:rsidR="00BE6B16" w:rsidRDefault="00BE6B16" w:rsidP="00BE6B16">
      <w:pPr>
        <w:pStyle w:val="ListParagraph"/>
        <w:numPr>
          <w:ilvl w:val="1"/>
          <w:numId w:val="28"/>
        </w:numPr>
      </w:pPr>
      <w:r>
        <w:t>Set banner login to “LA Router”</w:t>
      </w:r>
    </w:p>
    <w:p w14:paraId="20BC3123" w14:textId="77777777" w:rsidR="00BE6B16" w:rsidRDefault="00BE6B16" w:rsidP="00BE6B16">
      <w:pPr>
        <w:pStyle w:val="ListParagraph"/>
        <w:numPr>
          <w:ilvl w:val="1"/>
          <w:numId w:val="28"/>
        </w:numPr>
      </w:pPr>
      <w:r>
        <w:t>Set MOTD to “Welcome to LA!”</w:t>
      </w:r>
    </w:p>
    <w:p w14:paraId="6EB5CA0D" w14:textId="77777777" w:rsidR="00BE6B16" w:rsidRDefault="00BE6B16" w:rsidP="00BE6B16">
      <w:pPr>
        <w:pStyle w:val="ListParagraph"/>
        <w:numPr>
          <w:ilvl w:val="1"/>
          <w:numId w:val="28"/>
        </w:numPr>
      </w:pPr>
      <w:r>
        <w:t>Set a description on the serial interface “LA side of trunk”</w:t>
      </w:r>
    </w:p>
    <w:p w14:paraId="4F1559B8" w14:textId="77777777" w:rsidR="00BE6B16" w:rsidRDefault="00BE6B16" w:rsidP="00BE6B16">
      <w:pPr>
        <w:pStyle w:val="ListParagraph"/>
        <w:numPr>
          <w:ilvl w:val="1"/>
          <w:numId w:val="28"/>
        </w:numPr>
      </w:pPr>
      <w:r>
        <w:t>Set an IP address on the serial interface to 10.0.1.1 with a netmask of 255.255.255.0</w:t>
      </w:r>
    </w:p>
    <w:p w14:paraId="011FD192" w14:textId="77777777" w:rsidR="00BE6B16" w:rsidRDefault="00BE6B16" w:rsidP="00BE6B16">
      <w:pPr>
        <w:pStyle w:val="ListParagraph"/>
        <w:numPr>
          <w:ilvl w:val="1"/>
          <w:numId w:val="28"/>
        </w:numPr>
      </w:pPr>
      <w:r>
        <w:t>Set the IP domain-name “domain.com”</w:t>
      </w:r>
    </w:p>
    <w:p w14:paraId="3CB78CD4" w14:textId="77777777" w:rsidR="00BE6B16" w:rsidRDefault="00BE6B16" w:rsidP="00BE6B16">
      <w:pPr>
        <w:pStyle w:val="ListParagraph"/>
        <w:numPr>
          <w:ilvl w:val="1"/>
          <w:numId w:val="28"/>
        </w:numPr>
      </w:pPr>
      <w:r>
        <w:t>Enable the serial console with a password of cisco</w:t>
      </w:r>
    </w:p>
    <w:p w14:paraId="68A28319" w14:textId="77777777" w:rsidR="00BE6B16" w:rsidRDefault="00BE6B16" w:rsidP="00BE6B16">
      <w:pPr>
        <w:pStyle w:val="ListParagraph"/>
        <w:numPr>
          <w:ilvl w:val="1"/>
          <w:numId w:val="28"/>
        </w:numPr>
      </w:pPr>
      <w:r>
        <w:t>Enable SSH with a 1024-bit key, and a username of admin and a password of cisco</w:t>
      </w:r>
    </w:p>
    <w:p w14:paraId="3D8C3278" w14:textId="77777777" w:rsidR="00BE6B16" w:rsidRDefault="00BE6B16" w:rsidP="00BE6B16">
      <w:pPr>
        <w:pStyle w:val="ListParagraph"/>
        <w:numPr>
          <w:ilvl w:val="1"/>
          <w:numId w:val="28"/>
        </w:numPr>
      </w:pPr>
      <w:r>
        <w:t xml:space="preserve">Make sure you turn-on the serial interface </w:t>
      </w:r>
    </w:p>
    <w:p w14:paraId="4678FE02" w14:textId="77777777" w:rsidR="00BE6B16" w:rsidRDefault="00BE6B16" w:rsidP="00BE6B16">
      <w:pPr>
        <w:pStyle w:val="ListParagraph"/>
        <w:numPr>
          <w:ilvl w:val="1"/>
          <w:numId w:val="28"/>
        </w:numPr>
      </w:pPr>
      <w:r>
        <w:lastRenderedPageBreak/>
        <w:t>Configure fastEthernet0/0, give it IP address 10.0.2.1 with netmask of 255.255.255.0, and make sure it is not shutdown.</w:t>
      </w:r>
    </w:p>
    <w:p w14:paraId="2AB57974" w14:textId="77777777" w:rsidR="00BE6B16" w:rsidRDefault="00BE6B16" w:rsidP="00BE6B16">
      <w:pPr>
        <w:pStyle w:val="ListParagraph"/>
        <w:numPr>
          <w:ilvl w:val="1"/>
          <w:numId w:val="28"/>
        </w:numPr>
      </w:pPr>
      <w:r>
        <w:t>Save your configuration to startup-config</w:t>
      </w:r>
      <w:r>
        <w:br/>
      </w:r>
    </w:p>
    <w:p w14:paraId="0F01321B" w14:textId="77777777" w:rsidR="00BE6B16" w:rsidRDefault="00BE6B16" w:rsidP="00BE6B16">
      <w:pPr>
        <w:pStyle w:val="ListParagraph"/>
        <w:numPr>
          <w:ilvl w:val="0"/>
          <w:numId w:val="28"/>
        </w:numPr>
      </w:pPr>
      <w:r>
        <w:t>Configure the other router, all settings the same as above, except:</w:t>
      </w:r>
    </w:p>
    <w:p w14:paraId="62E52B08" w14:textId="55FAB24A" w:rsidR="00EB0AE4" w:rsidRDefault="00EB0AE4" w:rsidP="00BE6B16">
      <w:pPr>
        <w:pStyle w:val="ListParagraph"/>
        <w:numPr>
          <w:ilvl w:val="1"/>
          <w:numId w:val="28"/>
        </w:numPr>
      </w:pPr>
      <w:r>
        <w:t>Rename the object on the canvas “</w:t>
      </w:r>
      <w:proofErr w:type="spellStart"/>
      <w:r>
        <w:t>RouterNY</w:t>
      </w:r>
      <w:proofErr w:type="spellEnd"/>
      <w:r>
        <w:t>”</w:t>
      </w:r>
    </w:p>
    <w:p w14:paraId="3BEBFCEB" w14:textId="12124B73" w:rsidR="00BE6B16" w:rsidRDefault="00BE6B16" w:rsidP="00BE6B16">
      <w:pPr>
        <w:pStyle w:val="ListParagraph"/>
        <w:numPr>
          <w:ilvl w:val="1"/>
          <w:numId w:val="28"/>
        </w:numPr>
      </w:pPr>
      <w:r>
        <w:t>Hostname is “</w:t>
      </w:r>
      <w:proofErr w:type="spellStart"/>
      <w:r>
        <w:t>RouterNY</w:t>
      </w:r>
      <w:proofErr w:type="spellEnd"/>
      <w:r>
        <w:t>”</w:t>
      </w:r>
    </w:p>
    <w:p w14:paraId="6752854E" w14:textId="77777777" w:rsidR="00BE6B16" w:rsidRDefault="00BE6B16" w:rsidP="00BE6B16">
      <w:pPr>
        <w:pStyle w:val="ListParagraph"/>
        <w:numPr>
          <w:ilvl w:val="1"/>
          <w:numId w:val="28"/>
        </w:numPr>
      </w:pPr>
      <w:r>
        <w:t>Banner is “NY Router”</w:t>
      </w:r>
    </w:p>
    <w:p w14:paraId="63D0FB8B" w14:textId="77777777" w:rsidR="00BE6B16" w:rsidRDefault="00BE6B16" w:rsidP="00BE6B16">
      <w:pPr>
        <w:pStyle w:val="ListParagraph"/>
        <w:numPr>
          <w:ilvl w:val="1"/>
          <w:numId w:val="28"/>
        </w:numPr>
      </w:pPr>
      <w:r>
        <w:t>MOTD is “Welcome to NYC!”</w:t>
      </w:r>
    </w:p>
    <w:p w14:paraId="634EE726" w14:textId="77777777" w:rsidR="00BE6B16" w:rsidRDefault="00BE6B16" w:rsidP="00BE6B16">
      <w:pPr>
        <w:pStyle w:val="ListParagraph"/>
        <w:numPr>
          <w:ilvl w:val="1"/>
          <w:numId w:val="28"/>
        </w:numPr>
      </w:pPr>
      <w:r>
        <w:t>Set a description of serial interface “NY side of trunk”</w:t>
      </w:r>
    </w:p>
    <w:p w14:paraId="65068CF8" w14:textId="77777777" w:rsidR="00BE6B16" w:rsidRDefault="00BE6B16" w:rsidP="00BE6B16">
      <w:pPr>
        <w:pStyle w:val="ListParagraph"/>
        <w:numPr>
          <w:ilvl w:val="1"/>
          <w:numId w:val="28"/>
        </w:numPr>
      </w:pPr>
      <w:r>
        <w:t>Set an IP address on serial interface to 10.0.1.2 with a netmask of 255.255.255.0</w:t>
      </w:r>
    </w:p>
    <w:p w14:paraId="475B0313" w14:textId="77777777" w:rsidR="00BE6B16" w:rsidRDefault="00BE6B16" w:rsidP="00BE6B16">
      <w:pPr>
        <w:pStyle w:val="ListParagraph"/>
        <w:numPr>
          <w:ilvl w:val="1"/>
          <w:numId w:val="28"/>
        </w:numPr>
      </w:pPr>
      <w:r>
        <w:t>Configure fastEthernet0/0, give it IP address 10.0.4.1 with netmask 255.255.255.0</w:t>
      </w:r>
    </w:p>
    <w:p w14:paraId="1DE3E62E" w14:textId="77777777" w:rsidR="00BE6B16" w:rsidRDefault="00BE6B16" w:rsidP="00BE6B16"/>
    <w:p w14:paraId="20AF1C04" w14:textId="7D064F71" w:rsidR="00BE6B16" w:rsidRDefault="00F37D9B" w:rsidP="00BE6B16">
      <w:pPr>
        <w:ind w:firstLine="720"/>
      </w:pPr>
      <w:r>
        <w:t>At the conclusion of this step, you have two routers, four IP addresses:</w:t>
      </w:r>
    </w:p>
    <w:p w14:paraId="7622A074" w14:textId="71F24C53" w:rsidR="006B21A8" w:rsidRDefault="006B21A8" w:rsidP="00BE6B16">
      <w:pPr>
        <w:ind w:firstLine="720"/>
      </w:pPr>
      <w:r>
        <w:tab/>
      </w:r>
      <w:proofErr w:type="spellStart"/>
      <w:r>
        <w:t>RouterLA</w:t>
      </w:r>
      <w:proofErr w:type="spellEnd"/>
      <w:r>
        <w:t xml:space="preserve"> can ping itself (10.0.0.1), NY (10.0.0.2), and its Gig port (10.0.2.1)</w:t>
      </w:r>
    </w:p>
    <w:p w14:paraId="6E5AD4A5" w14:textId="478DC011" w:rsidR="006B21A8" w:rsidRDefault="006B21A8" w:rsidP="00BE6B16">
      <w:pPr>
        <w:ind w:firstLine="720"/>
      </w:pPr>
      <w:r>
        <w:tab/>
      </w:r>
      <w:proofErr w:type="spellStart"/>
      <w:r>
        <w:t>RouterNY</w:t>
      </w:r>
      <w:proofErr w:type="spellEnd"/>
      <w:r>
        <w:t xml:space="preserve"> can ping itself (10.0.0.2), LA (10.0.0.1), and its Gig port (10.0.4.1)</w:t>
      </w:r>
    </w:p>
    <w:p w14:paraId="240E1B3A" w14:textId="3261EE7E" w:rsidR="00FA365A" w:rsidRDefault="00FA365A" w:rsidP="00BE6B16">
      <w:pPr>
        <w:ind w:firstLine="720"/>
      </w:pPr>
      <w:r>
        <w:tab/>
        <w:t xml:space="preserve">But, </w:t>
      </w:r>
      <w:proofErr w:type="spellStart"/>
      <w:r>
        <w:t>RouterLA</w:t>
      </w:r>
      <w:proofErr w:type="spellEnd"/>
      <w:r>
        <w:t xml:space="preserve"> cannot ping NY’s Gig port, nor can </w:t>
      </w:r>
      <w:proofErr w:type="spellStart"/>
      <w:r>
        <w:t>RouterNY</w:t>
      </w:r>
      <w:proofErr w:type="spellEnd"/>
      <w:r>
        <w:t xml:space="preserve"> ping LA’s Gig port</w:t>
      </w:r>
    </w:p>
    <w:p w14:paraId="72071849" w14:textId="153B916C" w:rsidR="00661E83" w:rsidRDefault="00661E83" w:rsidP="00BE6B16">
      <w:pPr>
        <w:ind w:firstLine="720"/>
      </w:pPr>
    </w:p>
    <w:p w14:paraId="29469B1A" w14:textId="641B2727" w:rsidR="00661E83" w:rsidRDefault="00661E83" w:rsidP="00661E83"/>
    <w:p w14:paraId="798AD76A" w14:textId="25893185" w:rsidR="00661E83" w:rsidRDefault="00661E83" w:rsidP="00661E83">
      <w:pPr>
        <w:rPr>
          <w:b/>
          <w:bCs/>
        </w:rPr>
      </w:pPr>
      <w:r>
        <w:rPr>
          <w:b/>
          <w:bCs/>
        </w:rPr>
        <w:t>Configure PC</w:t>
      </w:r>
    </w:p>
    <w:p w14:paraId="1B3D81D4" w14:textId="05983E45" w:rsidR="00661E83" w:rsidRDefault="00793A1E" w:rsidP="00793A1E">
      <w:pPr>
        <w:pStyle w:val="ListParagraph"/>
        <w:numPr>
          <w:ilvl w:val="0"/>
          <w:numId w:val="28"/>
        </w:numPr>
      </w:pPr>
      <w:r>
        <w:t xml:space="preserve">Click on the PC, use the GUI, and find its "FastEthernet0” entry, make sure </w:t>
      </w:r>
      <w:proofErr w:type="spellStart"/>
      <w:r>
        <w:t>its</w:t>
      </w:r>
      <w:proofErr w:type="spellEnd"/>
      <w:r>
        <w:t xml:space="preserve"> on</w:t>
      </w:r>
    </w:p>
    <w:p w14:paraId="3C998F6B" w14:textId="55BDB8A4" w:rsidR="00793A1E" w:rsidRDefault="00793A1E" w:rsidP="00793A1E">
      <w:pPr>
        <w:pStyle w:val="ListParagraph"/>
        <w:numPr>
          <w:ilvl w:val="0"/>
          <w:numId w:val="28"/>
        </w:numPr>
      </w:pPr>
      <w:r>
        <w:t>In the IP Configuration box, make sure static is enabled, and give the PC address 10.0.</w:t>
      </w:r>
      <w:r w:rsidR="00A930ED">
        <w:t>2.128 and a netmask of 255.255.255.0</w:t>
      </w:r>
    </w:p>
    <w:p w14:paraId="3E98E5B6" w14:textId="6CED97C3" w:rsidR="00987361" w:rsidRDefault="00987361" w:rsidP="00793A1E">
      <w:pPr>
        <w:pStyle w:val="ListParagraph"/>
        <w:numPr>
          <w:ilvl w:val="0"/>
          <w:numId w:val="28"/>
        </w:numPr>
      </w:pPr>
      <w:r>
        <w:t>Go to the Desktop tab, run the Command Prompt</w:t>
      </w:r>
    </w:p>
    <w:p w14:paraId="6A615167" w14:textId="124D67EF" w:rsidR="00A930ED" w:rsidRDefault="00923E38" w:rsidP="00793A1E">
      <w:pPr>
        <w:pStyle w:val="ListParagraph"/>
        <w:numPr>
          <w:ilvl w:val="0"/>
          <w:numId w:val="28"/>
        </w:numPr>
      </w:pPr>
      <w:r>
        <w:t>Verify PC can ping itself (10.0.2.128)</w:t>
      </w:r>
    </w:p>
    <w:p w14:paraId="3E9109E4" w14:textId="643C9298" w:rsidR="00923E38" w:rsidRDefault="00923E38" w:rsidP="00793A1E">
      <w:pPr>
        <w:pStyle w:val="ListParagraph"/>
        <w:numPr>
          <w:ilvl w:val="0"/>
          <w:numId w:val="28"/>
        </w:numPr>
      </w:pPr>
      <w:r>
        <w:t>Verify PC can ping router (10.0.2.1)</w:t>
      </w:r>
    </w:p>
    <w:p w14:paraId="02D0BAA6" w14:textId="455B3B16" w:rsidR="00493CBA" w:rsidRDefault="00493CBA" w:rsidP="00493CBA"/>
    <w:p w14:paraId="443E3607" w14:textId="504702A6" w:rsidR="00493CBA" w:rsidRDefault="00493CBA" w:rsidP="00493CBA">
      <w:pPr>
        <w:rPr>
          <w:b/>
          <w:bCs/>
        </w:rPr>
      </w:pPr>
      <w:r w:rsidRPr="00493CBA">
        <w:rPr>
          <w:b/>
          <w:bCs/>
        </w:rPr>
        <w:t>Configure Server</w:t>
      </w:r>
    </w:p>
    <w:p w14:paraId="4F3D87C6" w14:textId="27BFFAC8" w:rsidR="00A60C8E" w:rsidRDefault="00A60C8E" w:rsidP="00A60C8E">
      <w:pPr>
        <w:pStyle w:val="ListParagraph"/>
        <w:numPr>
          <w:ilvl w:val="0"/>
          <w:numId w:val="28"/>
        </w:numPr>
      </w:pPr>
      <w:r>
        <w:t>Click on the PC, use the GUI, find its FastEthernet0 entry, make sure it is on</w:t>
      </w:r>
    </w:p>
    <w:p w14:paraId="0B049E5B" w14:textId="2770191D" w:rsidR="00A60C8E" w:rsidRDefault="00A60C8E" w:rsidP="00A60C8E">
      <w:pPr>
        <w:pStyle w:val="ListParagraph"/>
        <w:numPr>
          <w:ilvl w:val="0"/>
          <w:numId w:val="28"/>
        </w:numPr>
      </w:pPr>
      <w:r>
        <w:t>In the Server’s IP configuration box, choose static</w:t>
      </w:r>
      <w:r w:rsidR="0007241C">
        <w:t>, enter an IP address of 10.0.4.64, and a netmask of 255.255.255.0</w:t>
      </w:r>
    </w:p>
    <w:p w14:paraId="12802F07" w14:textId="64C5A76A" w:rsidR="0007241C" w:rsidRDefault="00987361" w:rsidP="00A60C8E">
      <w:pPr>
        <w:pStyle w:val="ListParagraph"/>
        <w:numPr>
          <w:ilvl w:val="0"/>
          <w:numId w:val="28"/>
        </w:numPr>
      </w:pPr>
      <w:r>
        <w:t>Go to the Desktop tab, run the Command Prompt</w:t>
      </w:r>
    </w:p>
    <w:p w14:paraId="0DB48C11" w14:textId="614E31D9" w:rsidR="00987361" w:rsidRDefault="00987361" w:rsidP="00A60C8E">
      <w:pPr>
        <w:pStyle w:val="ListParagraph"/>
        <w:numPr>
          <w:ilvl w:val="0"/>
          <w:numId w:val="28"/>
        </w:numPr>
      </w:pPr>
      <w:r>
        <w:t>Verify PC can ping itself (10.0.4.64)</w:t>
      </w:r>
    </w:p>
    <w:p w14:paraId="0FDB3231" w14:textId="15652D96" w:rsidR="00987361" w:rsidRDefault="00987361" w:rsidP="00A60C8E">
      <w:pPr>
        <w:pStyle w:val="ListParagraph"/>
        <w:numPr>
          <w:ilvl w:val="0"/>
          <w:numId w:val="28"/>
        </w:numPr>
      </w:pPr>
      <w:r>
        <w:t>Verify PC can ping router (10.0.4.1)</w:t>
      </w:r>
    </w:p>
    <w:p w14:paraId="659296DA" w14:textId="64EC6B88" w:rsidR="00987361" w:rsidRDefault="00987361" w:rsidP="00987361"/>
    <w:p w14:paraId="03F0C593" w14:textId="77777777" w:rsidR="004E3E2B" w:rsidRDefault="004E3E2B">
      <w:pPr>
        <w:rPr>
          <w:b/>
          <w:bCs/>
        </w:rPr>
      </w:pPr>
      <w:r>
        <w:rPr>
          <w:b/>
          <w:bCs/>
        </w:rPr>
        <w:br w:type="page"/>
      </w:r>
    </w:p>
    <w:p w14:paraId="052A564D" w14:textId="46D857B7" w:rsidR="00194573" w:rsidRDefault="00194573" w:rsidP="00194573">
      <w:pPr>
        <w:rPr>
          <w:b/>
          <w:bCs/>
        </w:rPr>
      </w:pPr>
      <w:r>
        <w:rPr>
          <w:b/>
          <w:bCs/>
        </w:rPr>
        <w:lastRenderedPageBreak/>
        <w:t>Make Routers Route Traffic</w:t>
      </w:r>
    </w:p>
    <w:p w14:paraId="08EE56BB" w14:textId="37DB41FA" w:rsidR="00A50C65" w:rsidRDefault="00A50C65" w:rsidP="004E3E2B">
      <w:pPr>
        <w:pStyle w:val="ListParagraph"/>
        <w:numPr>
          <w:ilvl w:val="0"/>
          <w:numId w:val="28"/>
        </w:numPr>
      </w:pPr>
      <w:r>
        <w:t>On the LA router, configure a “static route” to the NY router</w:t>
      </w:r>
      <w:r w:rsidR="004E42B4">
        <w:t>, providing the network number, the netmask, the destination interface or IP, and the “distance” in # of hops:</w:t>
      </w:r>
    </w:p>
    <w:p w14:paraId="74A9F3F9" w14:textId="2E7B920A" w:rsidR="004E3E2B" w:rsidRDefault="007079F5" w:rsidP="00AD176A">
      <w:pPr>
        <w:pStyle w:val="Example"/>
        <w:numPr>
          <w:ilvl w:val="0"/>
          <w:numId w:val="0"/>
        </w:numPr>
        <w:ind w:left="720"/>
      </w:pPr>
      <w:r>
        <w:t xml:space="preserve">Router(config)# </w:t>
      </w:r>
      <w:proofErr w:type="spellStart"/>
      <w:r>
        <w:t>ip</w:t>
      </w:r>
      <w:proofErr w:type="spellEnd"/>
      <w:r>
        <w:t xml:space="preserve"> route 10.0.4.0 255.255.255.0 10.0.1.2</w:t>
      </w:r>
      <w:r w:rsidR="004E42B4">
        <w:t xml:space="preserve"> 1</w:t>
      </w:r>
      <w:r w:rsidR="00A50C65">
        <w:br/>
      </w:r>
    </w:p>
    <w:p w14:paraId="1E44BB8A" w14:textId="55A11A97" w:rsidR="00A50C65" w:rsidRPr="004E3E2B" w:rsidRDefault="00A50C65" w:rsidP="004E3E2B">
      <w:pPr>
        <w:pStyle w:val="ListParagraph"/>
        <w:numPr>
          <w:ilvl w:val="0"/>
          <w:numId w:val="28"/>
        </w:numPr>
      </w:pPr>
      <w:r>
        <w:t>On the NYC router, configure a static route to the LA router:</w:t>
      </w:r>
    </w:p>
    <w:p w14:paraId="168B66E6" w14:textId="77777777" w:rsidR="00E64AA2" w:rsidRDefault="004E42B4" w:rsidP="004E42B4">
      <w:pPr>
        <w:pStyle w:val="Example"/>
        <w:numPr>
          <w:ilvl w:val="0"/>
          <w:numId w:val="0"/>
        </w:numPr>
        <w:ind w:left="720"/>
      </w:pPr>
      <w:r>
        <w:t xml:space="preserve">Router(config)# </w:t>
      </w:r>
      <w:proofErr w:type="spellStart"/>
      <w:r>
        <w:t>ip</w:t>
      </w:r>
      <w:proofErr w:type="spellEnd"/>
      <w:r>
        <w:t xml:space="preserve"> route 10.0.2.0 255.255.255.0 10.0.1.1 1</w:t>
      </w:r>
    </w:p>
    <w:p w14:paraId="1E4356D7" w14:textId="77777777" w:rsidR="00E64AA2" w:rsidRDefault="00E64AA2" w:rsidP="00E64AA2">
      <w:pPr>
        <w:pStyle w:val="Example"/>
        <w:numPr>
          <w:ilvl w:val="0"/>
          <w:numId w:val="0"/>
        </w:numPr>
        <w:ind w:left="720" w:hanging="360"/>
      </w:pPr>
    </w:p>
    <w:p w14:paraId="5F00FF9C" w14:textId="00F9D4A3" w:rsidR="002039D2" w:rsidRDefault="00E64AA2" w:rsidP="00E64AA2">
      <w:pPr>
        <w:pStyle w:val="ListParagraph"/>
        <w:numPr>
          <w:ilvl w:val="0"/>
          <w:numId w:val="28"/>
        </w:numPr>
      </w:pPr>
      <w:r>
        <w:t>Verify connectivity:</w:t>
      </w:r>
      <w:r>
        <w:br/>
      </w:r>
      <w:r>
        <w:br/>
        <w:t>From LA router: ping LA</w:t>
      </w:r>
      <w:r w:rsidR="002039D2">
        <w:t xml:space="preserve"> router, NY router, and server</w:t>
      </w:r>
      <w:r w:rsidR="002039D2">
        <w:br/>
        <w:t>From NY router: ping NY router, LA router, and PC</w:t>
      </w:r>
      <w:r w:rsidR="009F70F8">
        <w:br/>
      </w:r>
    </w:p>
    <w:p w14:paraId="0B5F339B" w14:textId="2B5AC284" w:rsidR="009F70F8" w:rsidRDefault="009F70F8" w:rsidP="009F70F8">
      <w:pPr>
        <w:pStyle w:val="ListParagraph"/>
      </w:pPr>
      <w:proofErr w:type="gramStart"/>
      <w:r>
        <w:t>But,</w:t>
      </w:r>
      <w:proofErr w:type="gramEnd"/>
      <w:r>
        <w:t xml:space="preserve"> PC and server don’t respond!</w:t>
      </w:r>
    </w:p>
    <w:p w14:paraId="24A6BAD8" w14:textId="77777777" w:rsidR="009F70F8" w:rsidRDefault="009F70F8" w:rsidP="009F70F8">
      <w:pPr>
        <w:pStyle w:val="ListParagraph"/>
      </w:pPr>
    </w:p>
    <w:p w14:paraId="55DD5629" w14:textId="65921F78" w:rsidR="009F70F8" w:rsidRDefault="009F70F8" w:rsidP="009F70F8">
      <w:pPr>
        <w:rPr>
          <w:b/>
          <w:bCs/>
        </w:rPr>
      </w:pPr>
      <w:r>
        <w:rPr>
          <w:b/>
          <w:bCs/>
        </w:rPr>
        <w:t xml:space="preserve">Use Packet Tracer to … um, trace packets… </w:t>
      </w:r>
    </w:p>
    <w:p w14:paraId="6B6E9C3A" w14:textId="77777777" w:rsidR="00437F63" w:rsidRDefault="009F70F8" w:rsidP="009F70F8">
      <w:pPr>
        <w:pStyle w:val="ListParagraph"/>
        <w:numPr>
          <w:ilvl w:val="0"/>
          <w:numId w:val="28"/>
        </w:numPr>
      </w:pPr>
      <w:r>
        <w:t>On the main window / canvas, change the simulation mode from “</w:t>
      </w:r>
      <w:proofErr w:type="spellStart"/>
      <w:r>
        <w:t>realtime</w:t>
      </w:r>
      <w:proofErr w:type="spellEnd"/>
      <w:r>
        <w:t>” to “simulation”</w:t>
      </w:r>
      <w:r w:rsidR="00032872">
        <w:t>, and then issue the ping command from NY router to LA’s PC.  Does the request get to the PC?  If not, the routes aren’t working.  If it is, does the PC reply?  If not, then we have a configuration problem on the PC.</w:t>
      </w:r>
      <w:r w:rsidR="00032872">
        <w:br/>
      </w:r>
      <w:r w:rsidR="00437F63">
        <w:br/>
      </w:r>
    </w:p>
    <w:p w14:paraId="31CE1942" w14:textId="1E3C9A26" w:rsidR="009F70F8" w:rsidRDefault="00437F63" w:rsidP="00437F63">
      <w:pPr>
        <w:pStyle w:val="ListParagraph"/>
      </w:pPr>
      <w:r>
        <w:t xml:space="preserve">Seriously – see if you can debug </w:t>
      </w:r>
      <w:proofErr w:type="spellStart"/>
      <w:r>
        <w:t>whats</w:t>
      </w:r>
      <w:proofErr w:type="spellEnd"/>
      <w:r>
        <w:t xml:space="preserve"> happening before you go to the next lab step.</w:t>
      </w:r>
      <w:r>
        <w:br/>
      </w:r>
      <w:r>
        <w:br/>
      </w:r>
      <w:r>
        <w:br/>
        <w:t xml:space="preserve">Really – you’re just missing a great learning opportunity!  </w:t>
      </w:r>
      <w:r w:rsidR="00456F5F">
        <w:t xml:space="preserve">Look for the dropped packet.  </w:t>
      </w:r>
      <w:r>
        <w:br/>
      </w:r>
    </w:p>
    <w:p w14:paraId="174939ED" w14:textId="23EF1B78" w:rsidR="00032872" w:rsidRDefault="00456F5F" w:rsidP="009F70F8">
      <w:pPr>
        <w:pStyle w:val="ListParagraph"/>
        <w:numPr>
          <w:ilvl w:val="0"/>
          <w:numId w:val="28"/>
        </w:numPr>
      </w:pPr>
      <w:r>
        <w:t xml:space="preserve">OK, so you found that the problem is on the PC, the PC doesn’t know how to get to a machine </w:t>
      </w:r>
      <w:proofErr w:type="gramStart"/>
      <w:r>
        <w:t>off of</w:t>
      </w:r>
      <w:proofErr w:type="gramEnd"/>
      <w:r>
        <w:t xml:space="preserve"> its local subnet.  Why? Because we didn’t tell it to.  So, go back to the PC’s </w:t>
      </w:r>
      <w:r w:rsidR="00CB282A">
        <w:t xml:space="preserve">config window, and in global settings, we can select a default gateway.  Make sure its set for static, then the gateway should be the router’s IP address on the PC’s subnet (10.0.2.1).  We still don’t have a DNS, so don’t worry about it now.  </w:t>
      </w:r>
      <w:r w:rsidR="008A03B5">
        <w:br/>
      </w:r>
    </w:p>
    <w:p w14:paraId="1B4AE991" w14:textId="78BEED63" w:rsidR="008A03B5" w:rsidRDefault="00F378EF" w:rsidP="009F70F8">
      <w:pPr>
        <w:pStyle w:val="ListParagraph"/>
        <w:numPr>
          <w:ilvl w:val="0"/>
          <w:numId w:val="28"/>
        </w:numPr>
      </w:pPr>
      <w:r>
        <w:t xml:space="preserve">And, if you’ve been paying attention, you’ll find that you’ll need to enter </w:t>
      </w:r>
      <w:proofErr w:type="gramStart"/>
      <w:r>
        <w:t>the a</w:t>
      </w:r>
      <w:proofErr w:type="gramEnd"/>
      <w:r>
        <w:t xml:space="preserve"> gateway on the server, but since </w:t>
      </w:r>
      <w:proofErr w:type="spellStart"/>
      <w:r>
        <w:t>its</w:t>
      </w:r>
      <w:proofErr w:type="spellEnd"/>
      <w:r>
        <w:t xml:space="preserve"> in New York, it will use the NY router’s gateway.  </w:t>
      </w:r>
    </w:p>
    <w:p w14:paraId="10FC5AE3" w14:textId="4E87995B" w:rsidR="00A85B80" w:rsidRDefault="00A85B80" w:rsidP="00A85B80"/>
    <w:p w14:paraId="4F297BA4" w14:textId="6771B36A" w:rsidR="00A85B80" w:rsidRDefault="00A85B80" w:rsidP="00A85B80">
      <w:pPr>
        <w:rPr>
          <w:b/>
          <w:bCs/>
        </w:rPr>
      </w:pPr>
      <w:r>
        <w:rPr>
          <w:b/>
          <w:bCs/>
        </w:rPr>
        <w:t>Use PC to Surf the Web</w:t>
      </w:r>
    </w:p>
    <w:p w14:paraId="30470D5A" w14:textId="6B533987" w:rsidR="00CF3DF0" w:rsidRDefault="00E262F7" w:rsidP="00CF3DF0">
      <w:pPr>
        <w:pStyle w:val="ListParagraph"/>
        <w:numPr>
          <w:ilvl w:val="0"/>
          <w:numId w:val="28"/>
        </w:numPr>
      </w:pPr>
      <w:r>
        <w:t>Use the PC GUI, open the web browser, and browse to “10.0.4.64”, the server’s IP address.  It should work and give you a “Cisco Packet Tracer” web page</w:t>
      </w:r>
      <w:r w:rsidR="00A22CC6">
        <w:t>!</w:t>
      </w:r>
    </w:p>
    <w:p w14:paraId="733081BB" w14:textId="0854EB50" w:rsidR="007420F1" w:rsidRPr="00536980" w:rsidRDefault="007420F1" w:rsidP="00536980"/>
    <w:sectPr w:rsidR="007420F1" w:rsidRPr="00536980" w:rsidSect="00BD3A2E">
      <w:headerReference w:type="default" r:id="rId7"/>
      <w:footerReference w:type="even" r:id="rId8"/>
      <w:footerReference w:type="default" r:id="rId9"/>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EC263" w14:textId="77777777" w:rsidR="009D47A1" w:rsidRDefault="009D47A1">
      <w:r>
        <w:separator/>
      </w:r>
    </w:p>
  </w:endnote>
  <w:endnote w:type="continuationSeparator" w:id="0">
    <w:p w14:paraId="3EC95657" w14:textId="77777777" w:rsidR="009D47A1" w:rsidRDefault="009D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auto"/>
    <w:pitch w:val="variable"/>
    <w:sig w:usb0="E1002AFF" w:usb1="C000605B" w:usb2="00000029" w:usb3="00000000" w:csb0="000101FF" w:csb1="00000000"/>
  </w:font>
  <w:font w:name="Cascadia Code Light">
    <w:panose1 w:val="020B0609020000020004"/>
    <w:charset w:val="00"/>
    <w:family w:val="modern"/>
    <w:pitch w:val="fixed"/>
    <w:sig w:usb0="A10002FF" w:usb1="4000F8FB" w:usb2="00040000" w:usb3="00000000" w:csb0="000001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A19E3" w14:textId="77777777" w:rsidR="00BD3A2E" w:rsidRDefault="00147EC6" w:rsidP="00BD3A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3FF7A6" w14:textId="77777777" w:rsidR="00BD3A2E" w:rsidRDefault="00BD3A2E" w:rsidP="00BD3A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ook w:val="01E0" w:firstRow="1" w:lastRow="1" w:firstColumn="1" w:lastColumn="1" w:noHBand="0" w:noVBand="0"/>
    </w:tblPr>
    <w:tblGrid>
      <w:gridCol w:w="4698"/>
      <w:gridCol w:w="534"/>
      <w:gridCol w:w="4848"/>
    </w:tblGrid>
    <w:tr w:rsidR="00BD3A2E" w14:paraId="3B726488" w14:textId="77777777" w:rsidTr="00166B0B">
      <w:tc>
        <w:tcPr>
          <w:tcW w:w="4788" w:type="dxa"/>
          <w:shd w:val="clear" w:color="auto" w:fill="auto"/>
        </w:tcPr>
        <w:p w14:paraId="7FD128C5" w14:textId="565A3D94" w:rsidR="00BD3A2E" w:rsidRDefault="00062D11" w:rsidP="00316482">
          <w:pPr>
            <w:pStyle w:val="Footer"/>
            <w:ind w:right="360"/>
          </w:pPr>
          <w:r>
            <w:t>CMPE2</w:t>
          </w:r>
          <w:r w:rsidR="00732E3E">
            <w:t>1</w:t>
          </w:r>
          <w:r>
            <w:t xml:space="preserve">0 – </w:t>
          </w:r>
          <w:r w:rsidR="00732E3E">
            <w:t>Network Engineering</w:t>
          </w:r>
        </w:p>
      </w:tc>
      <w:tc>
        <w:tcPr>
          <w:tcW w:w="540" w:type="dxa"/>
          <w:shd w:val="clear" w:color="auto" w:fill="auto"/>
        </w:tcPr>
        <w:p w14:paraId="161617E3" w14:textId="77777777" w:rsidR="00BD3A2E" w:rsidRDefault="00147EC6" w:rsidP="00BD3A2E">
          <w:pPr>
            <w:pStyle w:val="Footer"/>
          </w:pPr>
          <w:r>
            <w:rPr>
              <w:rStyle w:val="PageNumber"/>
            </w:rPr>
            <w:fldChar w:fldCharType="begin"/>
          </w:r>
          <w:r>
            <w:rPr>
              <w:rStyle w:val="PageNumber"/>
            </w:rPr>
            <w:instrText xml:space="preserve">PAGE  </w:instrText>
          </w:r>
          <w:r>
            <w:rPr>
              <w:rStyle w:val="PageNumber"/>
            </w:rPr>
            <w:fldChar w:fldCharType="separate"/>
          </w:r>
          <w:r w:rsidR="00FB64A2">
            <w:rPr>
              <w:rStyle w:val="PageNumber"/>
              <w:noProof/>
            </w:rPr>
            <w:t>1</w:t>
          </w:r>
          <w:r>
            <w:rPr>
              <w:rStyle w:val="PageNumber"/>
            </w:rPr>
            <w:fldChar w:fldCharType="end"/>
          </w:r>
        </w:p>
      </w:tc>
      <w:tc>
        <w:tcPr>
          <w:tcW w:w="4968" w:type="dxa"/>
          <w:shd w:val="clear" w:color="auto" w:fill="auto"/>
        </w:tcPr>
        <w:p w14:paraId="689F1EED" w14:textId="73879A0A" w:rsidR="00BD3A2E" w:rsidRDefault="00732E3E" w:rsidP="00316482">
          <w:pPr>
            <w:pStyle w:val="Footer"/>
            <w:jc w:val="right"/>
          </w:pPr>
          <w:r>
            <w:t>Fall 2020 - THB</w:t>
          </w:r>
        </w:p>
      </w:tc>
    </w:tr>
  </w:tbl>
  <w:p w14:paraId="2E87879B" w14:textId="77777777" w:rsidR="00BD3A2E" w:rsidRDefault="00BD3A2E" w:rsidP="00BD3A2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2973E" w14:textId="77777777" w:rsidR="009D47A1" w:rsidRDefault="009D47A1">
      <w:r>
        <w:separator/>
      </w:r>
    </w:p>
  </w:footnote>
  <w:footnote w:type="continuationSeparator" w:id="0">
    <w:p w14:paraId="1D34E1D1" w14:textId="77777777" w:rsidR="009D47A1" w:rsidRDefault="009D4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1E0" w:firstRow="1" w:lastRow="1" w:firstColumn="1" w:lastColumn="1" w:noHBand="0" w:noVBand="0"/>
    </w:tblPr>
    <w:tblGrid>
      <w:gridCol w:w="10080"/>
    </w:tblGrid>
    <w:tr w:rsidR="00BD3A2E" w14:paraId="2A1A7E04" w14:textId="77777777" w:rsidTr="00166B0B">
      <w:tc>
        <w:tcPr>
          <w:tcW w:w="10296" w:type="dxa"/>
          <w:shd w:val="clear" w:color="auto" w:fill="auto"/>
        </w:tcPr>
        <w:p w14:paraId="21112739" w14:textId="2D706D97" w:rsidR="00BD3A2E" w:rsidRPr="00166B0B" w:rsidRDefault="00732E3E" w:rsidP="00BD3A2E">
          <w:pPr>
            <w:pStyle w:val="Header"/>
            <w:rPr>
              <w:rFonts w:ascii="Arial Black" w:hAnsi="Arial Black"/>
            </w:rPr>
          </w:pPr>
          <w:r>
            <w:rPr>
              <w:rFonts w:ascii="Arial Black" w:hAnsi="Arial Black"/>
            </w:rPr>
            <w:t>Packet Tracer Labs</w:t>
          </w:r>
        </w:p>
      </w:tc>
    </w:tr>
  </w:tbl>
  <w:p w14:paraId="55611DCB" w14:textId="77777777" w:rsidR="00BD3A2E" w:rsidRPr="005631C1" w:rsidRDefault="00BD3A2E" w:rsidP="00BD3A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DE9C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BC4C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864A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5AFAE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8A60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34E8E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29EA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4C113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C851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CE1D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E287F"/>
    <w:multiLevelType w:val="hybridMultilevel"/>
    <w:tmpl w:val="776CC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C1E8A"/>
    <w:multiLevelType w:val="hybridMultilevel"/>
    <w:tmpl w:val="8C1200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57C7596"/>
    <w:multiLevelType w:val="hybridMultilevel"/>
    <w:tmpl w:val="8042C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5E7B42"/>
    <w:multiLevelType w:val="hybridMultilevel"/>
    <w:tmpl w:val="B378A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553EB"/>
    <w:multiLevelType w:val="hybridMultilevel"/>
    <w:tmpl w:val="58CAB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E2FB0"/>
    <w:multiLevelType w:val="hybridMultilevel"/>
    <w:tmpl w:val="44DACC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7230F1"/>
    <w:multiLevelType w:val="hybridMultilevel"/>
    <w:tmpl w:val="91001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AC5291"/>
    <w:multiLevelType w:val="hybridMultilevel"/>
    <w:tmpl w:val="893645BC"/>
    <w:lvl w:ilvl="0" w:tplc="FE221EE8">
      <w:start w:val="1"/>
      <w:numFmt w:val="decimal"/>
      <w:pStyle w:val="Example"/>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216003"/>
    <w:multiLevelType w:val="hybridMultilevel"/>
    <w:tmpl w:val="0EFAF31A"/>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701533A"/>
    <w:multiLevelType w:val="hybridMultilevel"/>
    <w:tmpl w:val="32B2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691D87"/>
    <w:multiLevelType w:val="hybridMultilevel"/>
    <w:tmpl w:val="EE523D80"/>
    <w:lvl w:ilvl="0" w:tplc="0409000F">
      <w:start w:val="2"/>
      <w:numFmt w:val="decimal"/>
      <w:lvlText w:val="%1."/>
      <w:lvlJc w:val="left"/>
      <w:pPr>
        <w:tabs>
          <w:tab w:val="num" w:pos="720"/>
        </w:tabs>
        <w:ind w:left="720" w:hanging="360"/>
      </w:pPr>
      <w:rPr>
        <w:rFonts w:hint="default"/>
      </w:rPr>
    </w:lvl>
    <w:lvl w:ilvl="1" w:tplc="E49015FA">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134062"/>
    <w:multiLevelType w:val="hybridMultilevel"/>
    <w:tmpl w:val="69E25E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28B5FC4"/>
    <w:multiLevelType w:val="hybridMultilevel"/>
    <w:tmpl w:val="4AB2E5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D43D34"/>
    <w:multiLevelType w:val="hybridMultilevel"/>
    <w:tmpl w:val="3D3220E4"/>
    <w:lvl w:ilvl="0" w:tplc="0EF08B08">
      <w:numFmt w:val="bullet"/>
      <w:lvlText w:val="-"/>
      <w:lvlJc w:val="left"/>
      <w:pPr>
        <w:tabs>
          <w:tab w:val="num" w:pos="5688"/>
        </w:tabs>
        <w:ind w:left="5688" w:hanging="360"/>
      </w:pPr>
      <w:rPr>
        <w:rFonts w:ascii="Palatino Linotype" w:eastAsia="Times New Roman" w:hAnsi="Palatino Linotype" w:cs="Times New Roman" w:hint="default"/>
      </w:rPr>
    </w:lvl>
    <w:lvl w:ilvl="1" w:tplc="04090003" w:tentative="1">
      <w:start w:val="1"/>
      <w:numFmt w:val="bullet"/>
      <w:lvlText w:val="o"/>
      <w:lvlJc w:val="left"/>
      <w:pPr>
        <w:tabs>
          <w:tab w:val="num" w:pos="6408"/>
        </w:tabs>
        <w:ind w:left="6408" w:hanging="360"/>
      </w:pPr>
      <w:rPr>
        <w:rFonts w:ascii="Courier New" w:hAnsi="Courier New" w:cs="Arial" w:hint="default"/>
      </w:rPr>
    </w:lvl>
    <w:lvl w:ilvl="2" w:tplc="04090005" w:tentative="1">
      <w:start w:val="1"/>
      <w:numFmt w:val="bullet"/>
      <w:lvlText w:val=""/>
      <w:lvlJc w:val="left"/>
      <w:pPr>
        <w:tabs>
          <w:tab w:val="num" w:pos="7128"/>
        </w:tabs>
        <w:ind w:left="7128" w:hanging="360"/>
      </w:pPr>
      <w:rPr>
        <w:rFonts w:ascii="Wingdings" w:hAnsi="Wingdings" w:hint="default"/>
      </w:rPr>
    </w:lvl>
    <w:lvl w:ilvl="3" w:tplc="04090001" w:tentative="1">
      <w:start w:val="1"/>
      <w:numFmt w:val="bullet"/>
      <w:lvlText w:val=""/>
      <w:lvlJc w:val="left"/>
      <w:pPr>
        <w:tabs>
          <w:tab w:val="num" w:pos="7848"/>
        </w:tabs>
        <w:ind w:left="7848" w:hanging="360"/>
      </w:pPr>
      <w:rPr>
        <w:rFonts w:ascii="Symbol" w:hAnsi="Symbol" w:hint="default"/>
      </w:rPr>
    </w:lvl>
    <w:lvl w:ilvl="4" w:tplc="04090003" w:tentative="1">
      <w:start w:val="1"/>
      <w:numFmt w:val="bullet"/>
      <w:lvlText w:val="o"/>
      <w:lvlJc w:val="left"/>
      <w:pPr>
        <w:tabs>
          <w:tab w:val="num" w:pos="8568"/>
        </w:tabs>
        <w:ind w:left="8568" w:hanging="360"/>
      </w:pPr>
      <w:rPr>
        <w:rFonts w:ascii="Courier New" w:hAnsi="Courier New" w:cs="Arial" w:hint="default"/>
      </w:rPr>
    </w:lvl>
    <w:lvl w:ilvl="5" w:tplc="04090005" w:tentative="1">
      <w:start w:val="1"/>
      <w:numFmt w:val="bullet"/>
      <w:lvlText w:val=""/>
      <w:lvlJc w:val="left"/>
      <w:pPr>
        <w:tabs>
          <w:tab w:val="num" w:pos="9288"/>
        </w:tabs>
        <w:ind w:left="9288" w:hanging="360"/>
      </w:pPr>
      <w:rPr>
        <w:rFonts w:ascii="Wingdings" w:hAnsi="Wingdings" w:hint="default"/>
      </w:rPr>
    </w:lvl>
    <w:lvl w:ilvl="6" w:tplc="04090001" w:tentative="1">
      <w:start w:val="1"/>
      <w:numFmt w:val="bullet"/>
      <w:lvlText w:val=""/>
      <w:lvlJc w:val="left"/>
      <w:pPr>
        <w:tabs>
          <w:tab w:val="num" w:pos="10008"/>
        </w:tabs>
        <w:ind w:left="10008" w:hanging="360"/>
      </w:pPr>
      <w:rPr>
        <w:rFonts w:ascii="Symbol" w:hAnsi="Symbol" w:hint="default"/>
      </w:rPr>
    </w:lvl>
    <w:lvl w:ilvl="7" w:tplc="04090003" w:tentative="1">
      <w:start w:val="1"/>
      <w:numFmt w:val="bullet"/>
      <w:lvlText w:val="o"/>
      <w:lvlJc w:val="left"/>
      <w:pPr>
        <w:tabs>
          <w:tab w:val="num" w:pos="10728"/>
        </w:tabs>
        <w:ind w:left="10728" w:hanging="360"/>
      </w:pPr>
      <w:rPr>
        <w:rFonts w:ascii="Courier New" w:hAnsi="Courier New" w:cs="Arial" w:hint="default"/>
      </w:rPr>
    </w:lvl>
    <w:lvl w:ilvl="8" w:tplc="04090005" w:tentative="1">
      <w:start w:val="1"/>
      <w:numFmt w:val="bullet"/>
      <w:lvlText w:val=""/>
      <w:lvlJc w:val="left"/>
      <w:pPr>
        <w:tabs>
          <w:tab w:val="num" w:pos="11448"/>
        </w:tabs>
        <w:ind w:left="11448" w:hanging="360"/>
      </w:pPr>
      <w:rPr>
        <w:rFonts w:ascii="Wingdings" w:hAnsi="Wingdings" w:hint="default"/>
      </w:rPr>
    </w:lvl>
  </w:abstractNum>
  <w:abstractNum w:abstractNumId="24" w15:restartNumberingAfterBreak="0">
    <w:nsid w:val="5B936CB3"/>
    <w:multiLevelType w:val="hybridMultilevel"/>
    <w:tmpl w:val="C2222CE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D931407"/>
    <w:multiLevelType w:val="hybridMultilevel"/>
    <w:tmpl w:val="192E6A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65ACE"/>
    <w:multiLevelType w:val="hybridMultilevel"/>
    <w:tmpl w:val="D3448A24"/>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63F16F9D"/>
    <w:multiLevelType w:val="hybridMultilevel"/>
    <w:tmpl w:val="4AC24E8A"/>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90C30B9"/>
    <w:multiLevelType w:val="hybridMultilevel"/>
    <w:tmpl w:val="8FA8B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4225E3"/>
    <w:multiLevelType w:val="hybridMultilevel"/>
    <w:tmpl w:val="3E92F9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C2D4679"/>
    <w:multiLevelType w:val="hybridMultilevel"/>
    <w:tmpl w:val="1A9669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9222AD"/>
    <w:multiLevelType w:val="hybridMultilevel"/>
    <w:tmpl w:val="1AE8B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71D9C"/>
    <w:multiLevelType w:val="multilevel"/>
    <w:tmpl w:val="657E1B9C"/>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7B0A70CC"/>
    <w:multiLevelType w:val="hybridMultilevel"/>
    <w:tmpl w:val="F5321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5"/>
  </w:num>
  <w:num w:numId="13">
    <w:abstractNumId w:val="24"/>
  </w:num>
  <w:num w:numId="14">
    <w:abstractNumId w:val="26"/>
  </w:num>
  <w:num w:numId="15">
    <w:abstractNumId w:val="11"/>
  </w:num>
  <w:num w:numId="16">
    <w:abstractNumId w:val="27"/>
  </w:num>
  <w:num w:numId="17">
    <w:abstractNumId w:val="32"/>
  </w:num>
  <w:num w:numId="18">
    <w:abstractNumId w:val="20"/>
  </w:num>
  <w:num w:numId="19">
    <w:abstractNumId w:val="18"/>
  </w:num>
  <w:num w:numId="20">
    <w:abstractNumId w:val="29"/>
  </w:num>
  <w:num w:numId="21">
    <w:abstractNumId w:val="21"/>
  </w:num>
  <w:num w:numId="22">
    <w:abstractNumId w:val="22"/>
  </w:num>
  <w:num w:numId="23">
    <w:abstractNumId w:val="16"/>
  </w:num>
  <w:num w:numId="24">
    <w:abstractNumId w:val="17"/>
  </w:num>
  <w:num w:numId="25">
    <w:abstractNumId w:val="25"/>
  </w:num>
  <w:num w:numId="26">
    <w:abstractNumId w:val="30"/>
  </w:num>
  <w:num w:numId="27">
    <w:abstractNumId w:val="33"/>
  </w:num>
  <w:num w:numId="28">
    <w:abstractNumId w:val="28"/>
  </w:num>
  <w:num w:numId="29">
    <w:abstractNumId w:val="14"/>
  </w:num>
  <w:num w:numId="30">
    <w:abstractNumId w:val="12"/>
  </w:num>
  <w:num w:numId="31">
    <w:abstractNumId w:val="13"/>
  </w:num>
  <w:num w:numId="32">
    <w:abstractNumId w:val="10"/>
  </w:num>
  <w:num w:numId="33">
    <w:abstractNumId w:val="1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3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E3E"/>
    <w:rsid w:val="00032872"/>
    <w:rsid w:val="000525D9"/>
    <w:rsid w:val="00062A4F"/>
    <w:rsid w:val="00062D11"/>
    <w:rsid w:val="0006308A"/>
    <w:rsid w:val="0007241C"/>
    <w:rsid w:val="000842C2"/>
    <w:rsid w:val="00091FE6"/>
    <w:rsid w:val="000A06B8"/>
    <w:rsid w:val="000A69E6"/>
    <w:rsid w:val="000B42FA"/>
    <w:rsid w:val="000C7944"/>
    <w:rsid w:val="000D21F5"/>
    <w:rsid w:val="000E2869"/>
    <w:rsid w:val="000E5F1F"/>
    <w:rsid w:val="000F6D25"/>
    <w:rsid w:val="001432A4"/>
    <w:rsid w:val="00147EC6"/>
    <w:rsid w:val="00155C8B"/>
    <w:rsid w:val="00166B0B"/>
    <w:rsid w:val="00194573"/>
    <w:rsid w:val="001A30BB"/>
    <w:rsid w:val="001A3BF3"/>
    <w:rsid w:val="002039D2"/>
    <w:rsid w:val="00205B94"/>
    <w:rsid w:val="00210580"/>
    <w:rsid w:val="00227C62"/>
    <w:rsid w:val="002422CA"/>
    <w:rsid w:val="0024243B"/>
    <w:rsid w:val="002A4B50"/>
    <w:rsid w:val="002E349B"/>
    <w:rsid w:val="00316482"/>
    <w:rsid w:val="00317D7F"/>
    <w:rsid w:val="00332F4C"/>
    <w:rsid w:val="003533CB"/>
    <w:rsid w:val="00356A2A"/>
    <w:rsid w:val="00367610"/>
    <w:rsid w:val="003E66C6"/>
    <w:rsid w:val="00437F63"/>
    <w:rsid w:val="00440298"/>
    <w:rsid w:val="00442839"/>
    <w:rsid w:val="004472C1"/>
    <w:rsid w:val="00450AAE"/>
    <w:rsid w:val="004528DE"/>
    <w:rsid w:val="00456F5F"/>
    <w:rsid w:val="00493CBA"/>
    <w:rsid w:val="00495013"/>
    <w:rsid w:val="004A2195"/>
    <w:rsid w:val="004B22F1"/>
    <w:rsid w:val="004C0C48"/>
    <w:rsid w:val="004C25DD"/>
    <w:rsid w:val="004D41BC"/>
    <w:rsid w:val="004E3E2B"/>
    <w:rsid w:val="004E42B4"/>
    <w:rsid w:val="004F76C9"/>
    <w:rsid w:val="005071A0"/>
    <w:rsid w:val="00520B14"/>
    <w:rsid w:val="00536980"/>
    <w:rsid w:val="005422E0"/>
    <w:rsid w:val="00543684"/>
    <w:rsid w:val="00545C93"/>
    <w:rsid w:val="00550E90"/>
    <w:rsid w:val="005528E2"/>
    <w:rsid w:val="0056359D"/>
    <w:rsid w:val="005675D6"/>
    <w:rsid w:val="005805CD"/>
    <w:rsid w:val="005A4B6E"/>
    <w:rsid w:val="005D1B74"/>
    <w:rsid w:val="005E5591"/>
    <w:rsid w:val="005E7FE1"/>
    <w:rsid w:val="005F6666"/>
    <w:rsid w:val="0061766F"/>
    <w:rsid w:val="006242CA"/>
    <w:rsid w:val="00647F40"/>
    <w:rsid w:val="0065171E"/>
    <w:rsid w:val="00655510"/>
    <w:rsid w:val="00661E83"/>
    <w:rsid w:val="0068246A"/>
    <w:rsid w:val="006864E0"/>
    <w:rsid w:val="00692DF6"/>
    <w:rsid w:val="006B21A8"/>
    <w:rsid w:val="006F2E88"/>
    <w:rsid w:val="00705836"/>
    <w:rsid w:val="007079F5"/>
    <w:rsid w:val="00712625"/>
    <w:rsid w:val="007162B0"/>
    <w:rsid w:val="00732E3E"/>
    <w:rsid w:val="00734912"/>
    <w:rsid w:val="007420F1"/>
    <w:rsid w:val="00747323"/>
    <w:rsid w:val="0075425D"/>
    <w:rsid w:val="00766CDB"/>
    <w:rsid w:val="00791B99"/>
    <w:rsid w:val="00793A1E"/>
    <w:rsid w:val="007A6521"/>
    <w:rsid w:val="007C2F1F"/>
    <w:rsid w:val="007C6222"/>
    <w:rsid w:val="008158AA"/>
    <w:rsid w:val="00824F6B"/>
    <w:rsid w:val="0083407C"/>
    <w:rsid w:val="008524AA"/>
    <w:rsid w:val="00872099"/>
    <w:rsid w:val="008A03B5"/>
    <w:rsid w:val="008A34DB"/>
    <w:rsid w:val="008D743F"/>
    <w:rsid w:val="008F4F41"/>
    <w:rsid w:val="0090107D"/>
    <w:rsid w:val="00911D84"/>
    <w:rsid w:val="0091229B"/>
    <w:rsid w:val="009163CA"/>
    <w:rsid w:val="00923E38"/>
    <w:rsid w:val="0095011D"/>
    <w:rsid w:val="009539D9"/>
    <w:rsid w:val="00987361"/>
    <w:rsid w:val="009A2256"/>
    <w:rsid w:val="009D47A1"/>
    <w:rsid w:val="009D52E2"/>
    <w:rsid w:val="009E6B7D"/>
    <w:rsid w:val="009F70F8"/>
    <w:rsid w:val="00A225F6"/>
    <w:rsid w:val="00A22CC6"/>
    <w:rsid w:val="00A50C65"/>
    <w:rsid w:val="00A60C8E"/>
    <w:rsid w:val="00A63482"/>
    <w:rsid w:val="00A85B80"/>
    <w:rsid w:val="00A85FDF"/>
    <w:rsid w:val="00A930ED"/>
    <w:rsid w:val="00A9658D"/>
    <w:rsid w:val="00AD176A"/>
    <w:rsid w:val="00B2764A"/>
    <w:rsid w:val="00B8067D"/>
    <w:rsid w:val="00BD3A2E"/>
    <w:rsid w:val="00BD4C59"/>
    <w:rsid w:val="00BE5D61"/>
    <w:rsid w:val="00BE6B16"/>
    <w:rsid w:val="00BF6CC3"/>
    <w:rsid w:val="00C0172C"/>
    <w:rsid w:val="00C17AAE"/>
    <w:rsid w:val="00C3604A"/>
    <w:rsid w:val="00C41B53"/>
    <w:rsid w:val="00C50CAB"/>
    <w:rsid w:val="00C677CF"/>
    <w:rsid w:val="00C74071"/>
    <w:rsid w:val="00CB282A"/>
    <w:rsid w:val="00CC6A23"/>
    <w:rsid w:val="00CF3DF0"/>
    <w:rsid w:val="00CF7E59"/>
    <w:rsid w:val="00D31C53"/>
    <w:rsid w:val="00D348EB"/>
    <w:rsid w:val="00D64CF7"/>
    <w:rsid w:val="00DA1D3A"/>
    <w:rsid w:val="00DB1B4F"/>
    <w:rsid w:val="00DD5A75"/>
    <w:rsid w:val="00DF3C18"/>
    <w:rsid w:val="00E05AEF"/>
    <w:rsid w:val="00E204CF"/>
    <w:rsid w:val="00E262F7"/>
    <w:rsid w:val="00E549DB"/>
    <w:rsid w:val="00E64AA2"/>
    <w:rsid w:val="00EA042C"/>
    <w:rsid w:val="00EB0AE4"/>
    <w:rsid w:val="00EB4722"/>
    <w:rsid w:val="00EC65F3"/>
    <w:rsid w:val="00F044F5"/>
    <w:rsid w:val="00F378EF"/>
    <w:rsid w:val="00F37D9B"/>
    <w:rsid w:val="00F416A0"/>
    <w:rsid w:val="00F477C1"/>
    <w:rsid w:val="00F87AF1"/>
    <w:rsid w:val="00FA2A68"/>
    <w:rsid w:val="00FA365A"/>
    <w:rsid w:val="00FB21F6"/>
    <w:rsid w:val="00FB64A2"/>
    <w:rsid w:val="00FB7429"/>
    <w:rsid w:val="00FC4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C7F35"/>
  <w14:defaultImageDpi w14:val="300"/>
  <w15:docId w15:val="{864E4ACA-1356-48C4-9AA2-85D20C4FB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A85B80"/>
    <w:rPr>
      <w:rFonts w:ascii="Palatino Linotype" w:hAnsi="Palatino Linotype"/>
      <w:spacing w:val="-8"/>
      <w:kern w:val="28"/>
      <w:sz w:val="24"/>
      <w:szCs w:val="24"/>
    </w:rPr>
  </w:style>
  <w:style w:type="paragraph" w:styleId="Heading1">
    <w:name w:val="heading 1"/>
    <w:basedOn w:val="Normal"/>
    <w:next w:val="Normal"/>
    <w:link w:val="Heading1Char"/>
    <w:qFormat/>
    <w:rsid w:val="003F6BE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F6BE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C352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gramCode">
    <w:name w:val="Program Code"/>
    <w:basedOn w:val="PlainText"/>
    <w:rsid w:val="0002065C"/>
    <w:pPr>
      <w:framePr w:wrap="notBeside" w:vAnchor="text" w:hAnchor="text" w:y="1"/>
      <w:pBdr>
        <w:top w:val="single" w:sz="4" w:space="1" w:color="auto" w:shadow="1"/>
        <w:left w:val="single" w:sz="4" w:space="4" w:color="auto" w:shadow="1"/>
        <w:bottom w:val="single" w:sz="4" w:space="1" w:color="auto" w:shadow="1"/>
        <w:right w:val="single" w:sz="4" w:space="4" w:color="auto" w:shadow="1"/>
      </w:pBdr>
      <w:tabs>
        <w:tab w:val="left" w:pos="288"/>
        <w:tab w:val="left" w:pos="576"/>
        <w:tab w:val="left" w:pos="864"/>
        <w:tab w:val="left" w:pos="1152"/>
        <w:tab w:val="left" w:pos="1440"/>
        <w:tab w:val="left" w:pos="1728"/>
        <w:tab w:val="left" w:pos="2016"/>
        <w:tab w:val="left" w:pos="2304"/>
        <w:tab w:val="left" w:pos="2592"/>
        <w:tab w:val="left" w:pos="2880"/>
      </w:tabs>
      <w:spacing w:before="120" w:after="120"/>
      <w:contextualSpacing/>
    </w:pPr>
  </w:style>
  <w:style w:type="paragraph" w:styleId="Footer">
    <w:name w:val="footer"/>
    <w:basedOn w:val="Normal"/>
    <w:rsid w:val="00FC352D"/>
    <w:pPr>
      <w:tabs>
        <w:tab w:val="center" w:pos="4320"/>
        <w:tab w:val="right" w:pos="8640"/>
      </w:tabs>
    </w:pPr>
  </w:style>
  <w:style w:type="paragraph" w:styleId="PlainText">
    <w:name w:val="Plain Text"/>
    <w:basedOn w:val="Normal"/>
    <w:rsid w:val="00FC352D"/>
    <w:rPr>
      <w:rFonts w:ascii="Courier New" w:hAnsi="Courier New" w:cs="Courier New"/>
      <w:sz w:val="20"/>
      <w:szCs w:val="20"/>
    </w:rPr>
  </w:style>
  <w:style w:type="character" w:styleId="PageNumber">
    <w:name w:val="page number"/>
    <w:basedOn w:val="DefaultParagraphFont"/>
    <w:rsid w:val="00FC352D"/>
  </w:style>
  <w:style w:type="paragraph" w:styleId="Header">
    <w:name w:val="header"/>
    <w:basedOn w:val="Normal"/>
    <w:rsid w:val="00FC352D"/>
    <w:pPr>
      <w:tabs>
        <w:tab w:val="center" w:pos="4320"/>
        <w:tab w:val="right" w:pos="8640"/>
      </w:tabs>
    </w:pPr>
  </w:style>
  <w:style w:type="paragraph" w:customStyle="1" w:styleId="LongQuote">
    <w:name w:val="Long Quote"/>
    <w:basedOn w:val="Normal"/>
    <w:rsid w:val="003F6BE7"/>
    <w:pPr>
      <w:pBdr>
        <w:left w:val="single" w:sz="4" w:space="4" w:color="auto"/>
      </w:pBdr>
      <w:spacing w:before="120" w:after="120"/>
      <w:ind w:left="1008" w:right="1008"/>
      <w:contextualSpacing/>
    </w:pPr>
  </w:style>
  <w:style w:type="paragraph" w:styleId="Title">
    <w:name w:val="Title"/>
    <w:basedOn w:val="Normal"/>
    <w:qFormat/>
    <w:rsid w:val="003F6BE7"/>
    <w:pPr>
      <w:spacing w:before="240" w:after="60"/>
      <w:jc w:val="center"/>
      <w:outlineLvl w:val="0"/>
    </w:pPr>
    <w:rPr>
      <w:rFonts w:ascii="Arial" w:hAnsi="Arial" w:cs="Arial"/>
      <w:b/>
      <w:bCs/>
      <w:sz w:val="32"/>
      <w:szCs w:val="32"/>
    </w:rPr>
  </w:style>
  <w:style w:type="paragraph" w:styleId="Subtitle">
    <w:name w:val="Subtitle"/>
    <w:basedOn w:val="Normal"/>
    <w:qFormat/>
    <w:rsid w:val="003F6BE7"/>
    <w:pPr>
      <w:spacing w:after="60"/>
      <w:jc w:val="center"/>
      <w:outlineLvl w:val="1"/>
    </w:pPr>
    <w:rPr>
      <w:rFonts w:ascii="Arial" w:hAnsi="Arial" w:cs="Arial"/>
    </w:rPr>
  </w:style>
  <w:style w:type="paragraph" w:customStyle="1" w:styleId="LongQuoteAttribution">
    <w:name w:val="Long Quote Attribution"/>
    <w:basedOn w:val="LongQuote"/>
    <w:next w:val="Normal"/>
    <w:rsid w:val="0002065C"/>
    <w:pPr>
      <w:ind w:firstLine="4320"/>
    </w:pPr>
    <w:rPr>
      <w:i/>
      <w:sz w:val="20"/>
    </w:rPr>
  </w:style>
  <w:style w:type="paragraph" w:styleId="Caption">
    <w:name w:val="caption"/>
    <w:basedOn w:val="Normal"/>
    <w:next w:val="Normal"/>
    <w:qFormat/>
    <w:rsid w:val="0002065C"/>
    <w:pPr>
      <w:spacing w:before="120" w:after="120"/>
    </w:pPr>
    <w:rPr>
      <w:b/>
      <w:bCs/>
      <w:sz w:val="20"/>
      <w:szCs w:val="20"/>
    </w:rPr>
  </w:style>
  <w:style w:type="character" w:styleId="Hyperlink">
    <w:name w:val="Hyperlink"/>
    <w:rsid w:val="0040139C"/>
    <w:rPr>
      <w:color w:val="6633CC"/>
      <w:u w:val="single"/>
    </w:rPr>
  </w:style>
  <w:style w:type="paragraph" w:styleId="NormalWeb">
    <w:name w:val="Normal (Web)"/>
    <w:basedOn w:val="Normal"/>
    <w:uiPriority w:val="99"/>
    <w:rsid w:val="0040139C"/>
    <w:pPr>
      <w:spacing w:before="100" w:beforeAutospacing="1" w:after="100" w:afterAutospacing="1"/>
    </w:pPr>
    <w:rPr>
      <w:rFonts w:ascii="Times New Roman" w:hAnsi="Times New Roman"/>
      <w:spacing w:val="0"/>
      <w:kern w:val="0"/>
    </w:rPr>
  </w:style>
  <w:style w:type="table" w:styleId="TableGrid">
    <w:name w:val="Table Grid"/>
    <w:basedOn w:val="TableNormal"/>
    <w:rsid w:val="00DA1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258CC"/>
    <w:rPr>
      <w:rFonts w:ascii="Tahoma" w:hAnsi="Tahoma" w:cs="Tahoma"/>
      <w:sz w:val="16"/>
      <w:szCs w:val="16"/>
    </w:rPr>
  </w:style>
  <w:style w:type="paragraph" w:styleId="ListParagraph">
    <w:name w:val="List Paragraph"/>
    <w:basedOn w:val="Normal"/>
    <w:link w:val="ListParagraphChar"/>
    <w:uiPriority w:val="34"/>
    <w:qFormat/>
    <w:rsid w:val="00732E3E"/>
    <w:pPr>
      <w:ind w:left="720"/>
      <w:contextualSpacing/>
    </w:pPr>
  </w:style>
  <w:style w:type="paragraph" w:customStyle="1" w:styleId="Example">
    <w:name w:val="Example"/>
    <w:basedOn w:val="Normal"/>
    <w:link w:val="ExampleChar"/>
    <w:qFormat/>
    <w:rsid w:val="00732E3E"/>
    <w:pPr>
      <w:numPr>
        <w:numId w:val="24"/>
      </w:numPr>
    </w:pPr>
    <w:rPr>
      <w:rFonts w:ascii="Cascadia Code Light" w:hAnsi="Cascadia Code Light"/>
    </w:rPr>
  </w:style>
  <w:style w:type="character" w:customStyle="1" w:styleId="ListParagraphChar">
    <w:name w:val="List Paragraph Char"/>
    <w:basedOn w:val="DefaultParagraphFont"/>
    <w:link w:val="ListParagraph"/>
    <w:uiPriority w:val="34"/>
    <w:rsid w:val="00732E3E"/>
    <w:rPr>
      <w:rFonts w:ascii="Palatino Linotype" w:hAnsi="Palatino Linotype"/>
      <w:spacing w:val="-8"/>
      <w:kern w:val="28"/>
      <w:sz w:val="24"/>
      <w:szCs w:val="24"/>
    </w:rPr>
  </w:style>
  <w:style w:type="character" w:customStyle="1" w:styleId="ExampleChar">
    <w:name w:val="Example Char"/>
    <w:basedOn w:val="ListParagraphChar"/>
    <w:link w:val="Example"/>
    <w:rsid w:val="0056359D"/>
    <w:rPr>
      <w:rFonts w:ascii="Cascadia Code Light" w:hAnsi="Cascadia Code Light"/>
      <w:spacing w:val="-8"/>
      <w:kern w:val="28"/>
      <w:sz w:val="24"/>
      <w:szCs w:val="24"/>
    </w:rPr>
  </w:style>
  <w:style w:type="character" w:customStyle="1" w:styleId="Heading1Char">
    <w:name w:val="Heading 1 Char"/>
    <w:basedOn w:val="DefaultParagraphFont"/>
    <w:link w:val="Heading1"/>
    <w:rsid w:val="0090107D"/>
    <w:rPr>
      <w:rFonts w:ascii="Arial" w:hAnsi="Arial" w:cs="Arial"/>
      <w:b/>
      <w:bCs/>
      <w:spacing w:val="-8"/>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5211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briggs\Documents\Templates\CMPE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CMPE220</Template>
  <TotalTime>1115</TotalTime>
  <Pages>9</Pages>
  <Words>1761</Words>
  <Characters>10042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Document Title</vt:lpstr>
    </vt:vector>
  </TitlesOfParts>
  <Manager/>
  <Company/>
  <LinksUpToDate>false</LinksUpToDate>
  <CharactersWithSpaces>11780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tbriggs</dc:creator>
  <cp:keywords/>
  <dc:description/>
  <cp:lastModifiedBy>Tom Briggs</cp:lastModifiedBy>
  <cp:revision>152</cp:revision>
  <cp:lastPrinted>2020-09-10T20:37:00Z</cp:lastPrinted>
  <dcterms:created xsi:type="dcterms:W3CDTF">2020-09-09T19:36:00Z</dcterms:created>
  <dcterms:modified xsi:type="dcterms:W3CDTF">2020-09-25T15:58:00Z</dcterms:modified>
  <cp:category/>
</cp:coreProperties>
</file>